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7AD6" w14:textId="77777777" w:rsidR="00DB2953" w:rsidRPr="00DB2953" w:rsidRDefault="00DB2953" w:rsidP="00DB295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B29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</w:t>
      </w:r>
      <w:proofErr w:type="spellStart"/>
      <w:r w:rsidRPr="00DB29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H.sapiens</w:t>
      </w:r>
      <w:proofErr w:type="spellEnd"/>
      <w:r w:rsidRPr="00DB295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/USA/TB-90006986/2021, complete genome</w:t>
      </w:r>
    </w:p>
    <w:p w14:paraId="34FB46F3" w14:textId="77777777" w:rsidR="00DB2953" w:rsidRPr="00DB2953" w:rsidRDefault="00DB2953" w:rsidP="00DB29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t>GenBank: OP928803.1</w:t>
      </w:r>
    </w:p>
    <w:p w14:paraId="26DD9EA3" w14:textId="77777777" w:rsidR="00DB2953" w:rsidRPr="00DB2953" w:rsidRDefault="00DB2953" w:rsidP="00DB295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"https://www.ncbi.nlm.nih.gov/nuccore/OP928803.1?report=fasta" </w:instrTex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29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"https://www.ncbi.nlm.nih.gov/nuccore/OP928803.1?report=graph" </w:instrTex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29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928803.1"/>
    <w:bookmarkEnd w:id="1"/>
    <w:p w14:paraId="1F1B9C33" w14:textId="77777777" w:rsidR="00DB2953" w:rsidRPr="00DB2953" w:rsidRDefault="00DB2953" w:rsidP="00DB295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"https://www.ncbi.nlm.nih.gov/nuccore/OP928803.1" \l "goto2370563165_0" </w:instrTex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B295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B295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14400D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LOCUS       OP928803               29825 bp    RNA     linear   VRL 01-DEC-2022</w:t>
      </w:r>
    </w:p>
    <w:p w14:paraId="28E1B17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75620F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H.sapiens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/USA/TB-90006986/2021, complete genome.</w:t>
      </w:r>
    </w:p>
    <w:p w14:paraId="4DEFFA9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ACCESSION   OP928803</w:t>
      </w:r>
    </w:p>
    <w:p w14:paraId="0A6DE13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VERSION     OP928803.1</w:t>
      </w:r>
    </w:p>
    <w:p w14:paraId="34655A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2F3B01E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5C5BCF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EEF75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394AE5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9F1D7C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DEF339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bases 1 to 29825)</w:t>
      </w:r>
    </w:p>
    <w:p w14:paraId="0C9B53A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Sullivan,T.J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3DE58DE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 CoV2 Surveillance Western New Hampshire, Upper Valley</w:t>
      </w:r>
    </w:p>
    <w:p w14:paraId="2A82AFE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2A27BC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bases 1 to 29825)</w:t>
      </w:r>
    </w:p>
    <w:p w14:paraId="5E73FCE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Sullivan,T.J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22BA01F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4E9FE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(30-NOV-2022) Department of Biomedical Data Science,</w:t>
      </w:r>
    </w:p>
    <w:p w14:paraId="2FCBCCD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Geisel School of Medicine, Dartmouth College, 1 Medical Center Dr.,</w:t>
      </w:r>
    </w:p>
    <w:p w14:paraId="387D598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Lebanon, NH 03766, USA</w:t>
      </w:r>
    </w:p>
    <w:p w14:paraId="3BE03D3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928803.1"/>
      <w:bookmarkEnd w:id="2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499A1D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ivar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v. 1.3.1</w:t>
      </w:r>
    </w:p>
    <w:p w14:paraId="34E302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: Illumina</w:t>
      </w:r>
    </w:p>
    <w:p w14:paraId="03E3242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EF46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928803.1"/>
      <w:bookmarkEnd w:id="3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5682EF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29825</w:t>
      </w:r>
    </w:p>
    <w:p w14:paraId="68DFA34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668704C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4CF0C0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760E2CA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H.sapiens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/USA/TB-90006986/2021"</w:t>
      </w:r>
    </w:p>
    <w:p w14:paraId="18D506E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="nasopharyngeal swab"</w:t>
      </w:r>
    </w:p>
    <w:p w14:paraId="3F75760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H.sapiens</w:t>
      </w:r>
      <w:proofErr w:type="spellEnd"/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3CA17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0A0B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165F26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="2021-12-27"</w:t>
      </w:r>
    </w:p>
    <w:p w14:paraId="7F101E2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"https://www.ncbi.nlm.nih.gov/nuccore/OP928803.1?from=236&amp;to=21522"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236..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21522</w:t>
      </w:r>
    </w:p>
    <w:p w14:paraId="28625AE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45E60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"https://www.ncbi.nlm.nih.gov/nuccore/OP928803.1?location=236:13435,13435:21522"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236..13435,13435..21522)</w:t>
      </w:r>
    </w:p>
    <w:p w14:paraId="74963E0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7A3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6596652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5B3CE6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E013C1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"https://www.ncbi.nlm.nih.gov/protein/2370563166"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WAA75823.1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A80C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0DAAD5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03940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796E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93914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8386FF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2CFC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0E6426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8F37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57A6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6A65D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4C11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43EB1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9FA3C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5C01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BB52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53245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A692F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6215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E6944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D2EF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46C2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A9FE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A99B62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EE16A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E854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102272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A4FE7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C44D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E732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784DAE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CFA3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C2D9F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311FA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B98A06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94ECC5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F00EF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FA9F0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B36F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D649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3D238C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2D97EC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CE1EA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1E7049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A7BC3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EB8B9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656763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E0136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F8D158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27F583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6852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F2F29F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F6ABB8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CAA1EF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5729E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92B2A3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8007D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5CAC84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F71E9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021D0D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5634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2635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EE906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9CF1B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3BF299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65006C0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5C3C50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STQEFRYMNSQGLLPPKNSIDAFKLNIKLLGVGGKPCIKVATVQSKMSDVKCTSVVLL</w:t>
      </w:r>
    </w:p>
    <w:p w14:paraId="10F2052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2FBB8BB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48ECE02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4260E44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1A217D8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SKIVQLSEISMDNSPNLAWPLIVTALRANSAVKLQNNELSPVALRQMSCAAGTTQTAC</w:t>
      </w:r>
    </w:p>
    <w:p w14:paraId="11D8D3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463C3E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103A75B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2DC374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3E529BD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AQSFLNRVCGVSAARLTPCGTGTSTDVVYRAFDIYNDKVAGFAKFLKTNCCRFQEKDE</w:t>
      </w:r>
    </w:p>
    <w:p w14:paraId="0231ABC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DDNLIDSYFVVKRHTFSNYQHEETIYNLLKDCPAVAKHDFFKFRIDGDMVPHISRQRL</w:t>
      </w:r>
    </w:p>
    <w:p w14:paraId="4698946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TKYTMADLVYALRHFDEGNCDTLKEILVTYNCCDDDYFNKKDWYDFVENPDILRVYAN</w:t>
      </w:r>
    </w:p>
    <w:p w14:paraId="66818DA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LGERVRQALLKTVQFCDAMRNAGIVGVLTLDNQDLNGNWYDFGDFIQTTPGSGVPVVD</w:t>
      </w:r>
    </w:p>
    <w:p w14:paraId="132441E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SYYSLLMPILTLTRALTAESHVDTDLTKPYIKWDLLKYDFTEERLKLFDRYFKYWDQT</w:t>
      </w:r>
    </w:p>
    <w:p w14:paraId="7100BC3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YHPNCVNCLDDRCILHCANFNVLFSTVFPLTSFGPLVRKIFVDGVPFVVSTGYHFREL</w:t>
      </w:r>
    </w:p>
    <w:p w14:paraId="444081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GVVHNQDVNLHSSRLSFKELLVYAADPAMHAASGNLLLDKRTTCFSVAALTNNVAFQT</w:t>
      </w:r>
    </w:p>
    <w:p w14:paraId="79A228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VKPGNFNKDFYDFAVSKGFFKEGSSVELKHFFFAQDGNAAISDYDYYRYNLPTMCDIR</w:t>
      </w:r>
    </w:p>
    <w:p w14:paraId="5CF5E3B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QLLFVVEVVDKYFDCYDGGCINANQVIVNNLDKSAGFPFNKWGKARLYYDSMSYEDQD</w:t>
      </w:r>
    </w:p>
    <w:p w14:paraId="602DE91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ALFAYTKRNVIPTITQMNLKYAISAKNRARTVAGVSICSTMTNRQFHQKLLKSIAATR</w:t>
      </w:r>
    </w:p>
    <w:p w14:paraId="5C5378E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GATVVIGTSKFYGGWHNMLKTVYSDVENPHLMGWDYPKCDRAMPNMLRIMASLVLARK</w:t>
      </w:r>
    </w:p>
    <w:p w14:paraId="09534C6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HTTCCSLSHRFYRLANECAQVLSEMVMCGGSLYVKPGGTSSGDATTAYANSVFNICQA</w:t>
      </w:r>
    </w:p>
    <w:p w14:paraId="5BA6F4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VTANVNALLSTDGNKIADKYVRNLQHRLYECLYRNRDVDTDFVNEFYAYLRKHFSMMI</w:t>
      </w:r>
    </w:p>
    <w:p w14:paraId="2F032C2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LSDDAVVCFNSTYASQGLVASIKNFKSVLYYQNNVFMSEAKCWTETDLTKGPHEFCSQ</w:t>
      </w:r>
    </w:p>
    <w:p w14:paraId="27C1134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HTMLVKQGDDYVYLPYPDPSRILGAGCFVDDIVKTDGTLMIERFVSLAIDAYPLTKHP</w:t>
      </w:r>
    </w:p>
    <w:p w14:paraId="350D7F7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NQEYADVFHLYLQYIRKLHDELTGHMLDMYSVMLTNDNTSRYWEPEFYEAMYTPHTVL</w:t>
      </w:r>
    </w:p>
    <w:p w14:paraId="61DF7E3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QAVGACVLCNSQTSLRCGACIRRPFLCCKCCYDHVISTSHKLVLSVNPYVCNAPGCDV</w:t>
      </w:r>
    </w:p>
    <w:p w14:paraId="55FA3EE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TDVTQLYLGGMSYYCKSHKPPISFPLCANGKVFGLYKNTCVGSDNVTDFNAIATCDWT</w:t>
      </w:r>
    </w:p>
    <w:p w14:paraId="7C4CEB5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NAGDYILANTCTERLKLFAAETLKATEETFKLSYGIATVREVLSDRELHLSWEVGKPR</w:t>
      </w:r>
    </w:p>
    <w:p w14:paraId="2DEDD3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PPLNRNYVFTGYRVTKNSKVQIGEYTFEKGDYGDAVVYRGTTTYKLNVGDYFVLTSHT</w:t>
      </w:r>
    </w:p>
    <w:p w14:paraId="17C6A7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VMPLSAPTLVPQEHYVRITGLYPTLNISDEFSSNVANYQKVGMQKYSTLQGPPGTGKS</w:t>
      </w:r>
    </w:p>
    <w:p w14:paraId="3B17133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HFAIGLALYYPSARIVYTACSHAAVDALCEKALKYLPIDKCSRIIPARARVECFDKFK</w:t>
      </w:r>
    </w:p>
    <w:p w14:paraId="7F49A90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VNSTLEQYVFCTVNALPETTADIVVFDEISMATNYDLSVVNARLRAKHYVYIGDPAQL</w:t>
      </w:r>
    </w:p>
    <w:p w14:paraId="47E76A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PAPRTLLTKGTLEPEYFNSVCRLMKTIGPDMFLGTCRRCPAEIVDTVSALVYDNKLKA</w:t>
      </w:r>
    </w:p>
    <w:p w14:paraId="13DF717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HKDKSAQCFKMFYKGVITHDVSSAINRPQIGVVREFLTRNPAWRKAVFISPYNSQNAV</w:t>
      </w:r>
    </w:p>
    <w:p w14:paraId="7E11D2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ASKILGLPTQTVDSSQGSEYDYVIFTQTTETAHSCNVNRFNVAITRAKVGILCIMSDR</w:t>
      </w:r>
    </w:p>
    <w:p w14:paraId="0CB710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DLYDKLQFTSLEIPRRNVATLQAENVTGLFKDCSKVITGLHPTQAPTHLSVDTKFKTE</w:t>
      </w:r>
    </w:p>
    <w:p w14:paraId="65F881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GLCVDVPGIPKDMTYRRLISMMGFKMNYQVNGYPNMFITREEAIRHVRAWIGFDVEGC</w:t>
      </w:r>
    </w:p>
    <w:p w14:paraId="0986784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HATREAVGTNLPLQLGFSTGVNLVAVPTGYVDTPNNTDFSRVSAKPPPGDQFKHLIPL</w:t>
      </w:r>
    </w:p>
    <w:p w14:paraId="06C183A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MYKGLPWNVVRIKIVQMLSDTLKNLSDRVVFVLWAHGFELTSMKYFVKIGPERTCCLC</w:t>
      </w:r>
    </w:p>
    <w:p w14:paraId="48E37B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DRRATCFSTASDTYACWHHSIGFDYVYNPFMIDVQQWGFTGNLQSNHDLYCQVHGNAH</w:t>
      </w:r>
    </w:p>
    <w:p w14:paraId="5A0C5A9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VASCDAIMTRCLAVHECFVKRVDWTIEYPIIGDELKINAACRKVQHMVVKAALLADKF</w:t>
      </w:r>
    </w:p>
    <w:p w14:paraId="26FB21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PVLHDIGNPKAIKCVPQADVEWKFYDAQPCSDKAYKIEELFYSYATHSDKFTDGVCLF</w:t>
      </w:r>
    </w:p>
    <w:p w14:paraId="0B3E27A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WNCNVDRYPANSIVCRFDTRVLSNLNLPGCDGGSLYVNKHAFHTPAFDKSAFVNLKQL</w:t>
      </w:r>
    </w:p>
    <w:p w14:paraId="6A839E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PFFYYSDSPCESHGKQVVSDIDYVPLKSATCITRCNLGGAVCRHHANEYRLYLDAYNM</w:t>
      </w:r>
    </w:p>
    <w:p w14:paraId="5669A7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MISAGFSLWVYKQFDTYNLWNTFTRLQSLENVAFNVVNKGHFDGQQGEVPVSIINNTV</w:t>
      </w:r>
    </w:p>
    <w:p w14:paraId="2E578C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YTKVDGVDVELFENKTTLPVNVAFELWAKRNIKPVPEVKILNNLGVDIAANTVIWDYK</w:t>
      </w:r>
    </w:p>
    <w:p w14:paraId="6FC1CE8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RDAPAHISTIGVCSMTDIAKKPTETICAPLTVFFDGRVDGQVDLFRNARNGVLITEGS</w:t>
      </w:r>
    </w:p>
    <w:p w14:paraId="791C9E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VKGLQPSVGPKQASLNGVTLIGEAVKTQFNYYKKVDGVVQQLPETYFTQSRNLQEFKP</w:t>
      </w:r>
    </w:p>
    <w:p w14:paraId="5A0055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RSQMEIDFLELAMDEFIERYKLEGYAFEHIVYGDFSHSQLGGLHLLIGLAKRFKESPF</w:t>
      </w:r>
    </w:p>
    <w:p w14:paraId="59DAE75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ELEDFIPMDSTVKNYFITDAQTGSSKCVCSVIDLLLDDFVEIIKSQDLSVVSKVVKVT</w:t>
      </w:r>
    </w:p>
    <w:p w14:paraId="3DE9777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IDYTEISFMLWCKDGHVETFYPKLQSSQAWQPGVAMPNLYKMQRMLLEKCDLQNYGDS</w:t>
      </w:r>
    </w:p>
    <w:p w14:paraId="4098733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ATLPKGIMMNVAKYTQLCQYLNTLTLAVPYNMRVIHFGAGSDKGVAPGTAVLRQWLPT</w:t>
      </w:r>
    </w:p>
    <w:p w14:paraId="3389935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GTLLVDSDLNDFVSDADSTLIGDCATVHTANKWDLIISDMYDPKTKNVTKENDSKEGF</w:t>
      </w:r>
    </w:p>
    <w:p w14:paraId="3FE598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FTYICGFIQQKLALGGSVAIKITEHSWNADLYKLMGHFAWWTAFVTNVNASSSEAFLI</w:t>
      </w:r>
    </w:p>
    <w:p w14:paraId="6614FC5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GCNYLGKPREQIDGYVMHANYIFWRNTNPIQLSSYSLFDMSKFPLKLRGTAVMSLKEG</w:t>
      </w:r>
    </w:p>
    <w:p w14:paraId="4E225E2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QINDMILSLLSKGRLIIRENNRVVISSDVLVNN"</w:t>
      </w:r>
    </w:p>
    <w:p w14:paraId="17835E0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"https://www.ncbi.nlm.nih.gov/protein/WAA75823.1?from=1&amp;to=180"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236..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775</w:t>
      </w:r>
    </w:p>
    <w:p w14:paraId="25BC0F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99E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6F7E6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"https://www.ncbi.nlm.nih.gov/protein/WAA75823.1?from=181&amp;to=818"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776..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2689</w:t>
      </w:r>
    </w:p>
    <w:p w14:paraId="7A5085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CF6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2894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"https://www.ncbi.nlm.nih.gov/protein/WAA75823.1?from=819&amp;to=2762"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2690..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8521</w:t>
      </w:r>
    </w:p>
    <w:p w14:paraId="07E2D2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37B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D6FA64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"https://www.ncbi.nlm.nih.gov/protein/WAA75823.1?from=2763&amp;to=3262"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8522..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10021</w:t>
      </w:r>
    </w:p>
    <w:p w14:paraId="5F49F13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7B08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FB49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"https://www.ncbi.nlm.nih.gov/protein/WAA75823.1?from=3263&amp;to=3568"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10022..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10939</w:t>
      </w:r>
    </w:p>
    <w:p w14:paraId="024A86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E635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D599B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"https://www.ncbi.nlm.nih.gov/protein/WAA75823.1?from=3569&amp;to=3858"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10940..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11809</w:t>
      </w:r>
    </w:p>
    <w:p w14:paraId="25769F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E1A8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AC5B5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"https://www.ncbi.nlm.nih.gov/protein/WAA75823.1?from=3859&amp;to=3941"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11810..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12058</w:t>
      </w:r>
    </w:p>
    <w:p w14:paraId="483948E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AEFBD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00683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"https://www.ncbi.nlm.nih.gov/protein/WAA75823.1?from=3942&amp;to=4139"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12059..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12652</w:t>
      </w:r>
    </w:p>
    <w:p w14:paraId="46AA91D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8F3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95BA9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"https://www.ncbi.nlm.nih.gov/protein/WAA75823.1?from=4140&amp;to=4252"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12653..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12991</w:t>
      </w:r>
    </w:p>
    <w:p w14:paraId="1F2387A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6C00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D150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"https://www.ncbi.nlm.nih.gov/protein/WAA75823.1?from=4253&amp;to=4391"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12992..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13408</w:t>
      </w:r>
    </w:p>
    <w:p w14:paraId="091622F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82AA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9A43F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"https://www.ncbi.nlm.nih.gov/protein/WAA75823.1?from=4392&amp;to=5323"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13409..13435,13435..16203)</w:t>
      </w:r>
    </w:p>
    <w:p w14:paraId="112DD35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107E9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61D4B7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"https://www.ncbi.nlm.nih.gov/protein/WAA75823.1?from=5324&amp;to=5924"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16204..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18006</w:t>
      </w:r>
    </w:p>
    <w:p w14:paraId="388DAB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FFAF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7A9B9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"https://www.ncbi.nlm.nih.gov/protein/WAA75823.1?from=5925&amp;to=6451"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18007..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19587</w:t>
      </w:r>
    </w:p>
    <w:p w14:paraId="7CB0820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78C53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631DED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"https://www.ncbi.nlm.nih.gov/protein/WAA75823.1?from=6452&amp;to=6797"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19588..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20625</w:t>
      </w:r>
    </w:p>
    <w:p w14:paraId="623DAE9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0FA8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7F50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"https://www.ncbi.nlm.nih.gov/protein/WAA75823.1?from=6798&amp;to=7095"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20626..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21519</w:t>
      </w:r>
    </w:p>
    <w:p w14:paraId="170085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7DBA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A82845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"https://www.ncbi.nlm.nih.gov/nuccore/OP928803.1?from=236&amp;to=13450"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236..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13450</w:t>
      </w:r>
    </w:p>
    <w:p w14:paraId="2C1BBB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611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6DC118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39886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"https://www.ncbi.nlm.nih.gov/protein/2370563167"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WAA75824.1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6950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3C36E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D1239B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F3C20F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CA036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0F0F4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EC8F2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C3D93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14AD40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EB45BA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2C99A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20EF41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2B78D3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6B270C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9D091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173655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302AEB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F577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FA0F9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35A42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E6FC9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748B3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D0D818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A2F6CB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6988F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13B803D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78D5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795346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07E5A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010A4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F4603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81C2C0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D28AD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2478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3180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F097F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66C43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38207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E631F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BAA789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5E0BD9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D59B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B1C0D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3FC2B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1E7C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A8161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063CC2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9C4B7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A06DBE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2F33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1D4451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6A9C0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FF0A63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E26490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CB72E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1048D3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A979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E9D6E0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9304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19885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D90678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7E1159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106106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0AF40D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PSLATVAYFNMVYMPASWVMRIMTWLDMVDTSXXGFKLKDCVMYASAVVLLILMTART</w:t>
      </w:r>
    </w:p>
    <w:p w14:paraId="4E58402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VYDDGARRVWTLMNVLTLVYKVYYGNALDQAISMWALIISVTSNYSGVVTTVMFLARG</w:t>
      </w:r>
    </w:p>
    <w:p w14:paraId="2AA187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VVFMCVEYCPIFFITGNTLQCIMLVYCFLGYFCTCYFGLFCLLNRYFRLTLGVYDYLV</w:t>
      </w:r>
    </w:p>
    <w:p w14:paraId="11D680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STQEFRYMNSQGLLPPKNSIDAFKLNIKLLGVGGKPCIKVATVQSKMSDVKCTSVVLL</w:t>
      </w:r>
    </w:p>
    <w:p w14:paraId="6D04D9E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SVLQQLRVESSSKLWAQCVQLHNDILLAKDTTEAFEKMVSLLSVLLSMQGAVDINKLC</w:t>
      </w:r>
    </w:p>
    <w:p w14:paraId="6E2905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EEMLDNRATLQAIASEFSSLPSYAAFATAQEAYEQAVANGDSEVVLKKLKKSLNVAKS</w:t>
      </w:r>
    </w:p>
    <w:p w14:paraId="36BD61C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EFDRDAAMQRKLEKMADQAMTQMYKQARSEDKRAKVTSAMQTMLFTMLRKLDNDALNN</w:t>
      </w:r>
    </w:p>
    <w:p w14:paraId="1A5C93B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IINNARDGCVPLNIIPLTTAAKLMVVIPDYNTYKNTCDGTTFTYASALWEIQQVVDAD</w:t>
      </w:r>
    </w:p>
    <w:p w14:paraId="6C9BA27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SKIVQLSEISMDNSPNLAWPLIVTALRANSAVKLQNNELSPVALRQMSCAAGTTQTAC</w:t>
      </w:r>
    </w:p>
    <w:p w14:paraId="29B4273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TDDNALAYYNTTKGGRFVLALLSDLQDLKWARFPKSDGTGTIYTELEPPCRFVTDTPK</w:t>
      </w:r>
    </w:p>
    <w:p w14:paraId="7F5132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GPKVKYLYFIKGLNNLNRGMVLGSLAATVRLQAGNATEVPANSTVLSFCAFAVDAAKA</w:t>
      </w:r>
    </w:p>
    <w:p w14:paraId="68FF20A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YKDYLASGGQPITNCVKMLCTHTGTGQAITVTPEANMDQESFGGASCCLYCRCHIDHP</w:t>
      </w:r>
    </w:p>
    <w:p w14:paraId="1E953A0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NPKGFCDLKGKYVQIPTTCANDPVGFTLKNTVCTVCGMWKGYGCSCDQLREPMLQSAD</w:t>
      </w:r>
    </w:p>
    <w:p w14:paraId="5DE00CB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AQSFLNGFAV"</w:t>
      </w:r>
    </w:p>
    <w:p w14:paraId="7753963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"https://www.ncbi.nlm.nih.gov/protein/WAA75824.1?from=1&amp;to=180"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236..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775</w:t>
      </w:r>
    </w:p>
    <w:p w14:paraId="5CB7043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288C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A181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"https://www.ncbi.nlm.nih.gov/protein/WAA75824.1?from=181&amp;to=818"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776..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2689</w:t>
      </w:r>
    </w:p>
    <w:p w14:paraId="18F9B38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913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1AAD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"https://www.ncbi.nlm.nih.gov/protein/WAA75824.1?from=819&amp;to=2762"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2690..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8521</w:t>
      </w:r>
    </w:p>
    <w:p w14:paraId="7A7A8D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9F01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9CEF9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"https://www.ncbi.nlm.nih.gov/protein/WAA75824.1?from=2763&amp;to=3262"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8522..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10021</w:t>
      </w:r>
    </w:p>
    <w:p w14:paraId="35A014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5F9C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8B30D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"https://www.ncbi.nlm.nih.gov/protein/WAA75824.1?from=3263&amp;to=3568"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10022..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10939</w:t>
      </w:r>
    </w:p>
    <w:p w14:paraId="32DD65C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623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D496D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"https://www.ncbi.nlm.nih.gov/protein/WAA75824.1?from=3569&amp;to=3858"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10940..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11809</w:t>
      </w:r>
    </w:p>
    <w:p w14:paraId="6AAC73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C9807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152605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"https://www.ncbi.nlm.nih.gov/protein/WAA75824.1?from=3859&amp;to=3941"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11810..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12058</w:t>
      </w:r>
    </w:p>
    <w:p w14:paraId="0048023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88D80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D3A6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"https://www.ncbi.nlm.nih.gov/protein/WAA75824.1?from=3942&amp;to=4139"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12059..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12652</w:t>
      </w:r>
    </w:p>
    <w:p w14:paraId="4B9953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BC7D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E9EABE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"https://www.ncbi.nlm.nih.gov/protein/WAA75824.1?from=4140&amp;to=4252"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12653..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12991</w:t>
      </w:r>
    </w:p>
    <w:p w14:paraId="1836394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029A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F8A52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"https://www.ncbi.nlm.nih.gov/protein/WAA75824.1?from=4253&amp;to=4391"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12992..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13408</w:t>
      </w:r>
    </w:p>
    <w:p w14:paraId="787A455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2F04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87926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"https://www.ncbi.nlm.nih.gov/protein/WAA75824.1?from=4392&amp;to=4404"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13409..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13447</w:t>
      </w:r>
    </w:p>
    <w:p w14:paraId="46085A6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97FF05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C34F14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"https://www.ncbi.nlm.nih.gov/nuccore/OP928803.1?from=13443&amp;to=13470"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13443..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13470</w:t>
      </w:r>
    </w:p>
    <w:p w14:paraId="261A2F2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FC1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04553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46185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"https://www.ncbi.nlm.nih.gov/nuccore/OP928803.1?from=13455&amp;to=13509"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13455..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13509</w:t>
      </w:r>
    </w:p>
    <w:p w14:paraId="38218B8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217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850D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531E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"https://www.ncbi.nlm.nih.gov/nuccore/OP928803.1?from=21530&amp;to=25348"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21530..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25348</w:t>
      </w:r>
    </w:p>
    <w:p w14:paraId="5DC86EE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535FA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"https://www.ncbi.nlm.nih.gov/nuccore/OP928803.1?from=21530&amp;to=25348"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21530..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25348</w:t>
      </w:r>
    </w:p>
    <w:p w14:paraId="328A15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6630E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96ECA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A48A2A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"https://www.ncbi.nlm.nih.gov/protein/2370563168"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WAA75825.1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94475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681C5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7B8934F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59C2E8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255DD2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1B6B440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7D1D9B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CPFDEVFNATRFASVYAWNRKRISNCVADYSVLYNLAPFFTFKCYGVSPTKLNDLCFT</w:t>
      </w:r>
    </w:p>
    <w:p w14:paraId="73E0B1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0E04E84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6D5032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38AB6D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239DEC7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7C854DE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210B358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4611009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155163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6E741D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77A5F2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344BF87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6186C38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0A078F3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5F0D4EB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1C92F09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4C23DC3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"https://www.ncbi.nlm.nih.gov/nuccore/OP928803.1?from=25357&amp;to=26184"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25357..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26184</w:t>
      </w:r>
    </w:p>
    <w:p w14:paraId="16C324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6601F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"https://www.ncbi.nlm.nih.gov/nuccore/OP928803.1?from=25357&amp;to=26184"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25357..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26184</w:t>
      </w:r>
    </w:p>
    <w:p w14:paraId="7F6632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A2B31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2BC69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13089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"https://www.ncbi.nlm.nih.gov/protein/2370563169"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WAA75826.1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23E5D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234B3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AE0E6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10051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44FE6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857A21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"https://www.ncbi.nlm.nih.gov/nuccore/OP928803.1?from=26209&amp;to=26436"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26209..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26436</w:t>
      </w:r>
    </w:p>
    <w:p w14:paraId="64F334D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3ECAB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"https://www.ncbi.nlm.nih.gov/nuccore/OP928803.1?from=26209&amp;to=26436"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26209..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26436</w:t>
      </w:r>
    </w:p>
    <w:p w14:paraId="40F3813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B0A6F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C0254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06A0B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"https://www.ncbi.nlm.nih.gov/protein/2370563170"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WAA75827.1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2910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7C293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EAB47A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"https://www.ncbi.nlm.nih.gov/nuccore/OP928803.1?from=26487&amp;to=27155"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26487..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27155</w:t>
      </w:r>
    </w:p>
    <w:p w14:paraId="1BE7B04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623D8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"https://www.ncbi.nlm.nih.gov/nuccore/OP928803.1?from=26487&amp;to=27155"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26487..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27155</w:t>
      </w:r>
    </w:p>
    <w:p w14:paraId="2DDF44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55AD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6E4CD9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AFE3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WAA75828.1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A6A20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3A379E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8881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CCC1D1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D85438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C7DD25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"https://www.ncbi.nlm.nih.gov/nuccore/OP928803.1?from=27166&amp;to=27351"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27166..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27351</w:t>
      </w:r>
    </w:p>
    <w:p w14:paraId="01FB242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A6D03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"https://www.ncbi.nlm.nih.gov/nuccore/OP928803.1?from=27166&amp;to=27351"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27166..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27351</w:t>
      </w:r>
    </w:p>
    <w:p w14:paraId="0C8DFAD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DBD69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5C3BD8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14A2A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WAA75829.1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5E76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3F059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6AF236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"https://www.ncbi.nlm.nih.gov/nuccore/OP928803.1?from=27358&amp;to=27723"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27358..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27723</w:t>
      </w:r>
    </w:p>
    <w:p w14:paraId="07ED7F9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D4533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"https://www.ncbi.nlm.nih.gov/nuccore/OP928803.1?from=27358&amp;to=27723"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27358..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27723</w:t>
      </w:r>
    </w:p>
    <w:p w14:paraId="22DD44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96E0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038960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DFEBB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WAA75830.1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63E57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67C3D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D15B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9F389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"https://www.ncbi.nlm.nih.gov/nuccore/OP928803.1?from=27720&amp;to=27851"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27720..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27851</w:t>
      </w:r>
    </w:p>
    <w:p w14:paraId="714C145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B5FD2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"https://www.ncbi.nlm.nih.gov/nuccore/OP928803.1?from=27720&amp;to=27851"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27720..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27851</w:t>
      </w:r>
    </w:p>
    <w:p w14:paraId="76BD21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B43F6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DF1FD2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789C91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"https://www.ncbi.nlm.nih.gov/protein/2370563174"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WAA75831.1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F43DD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3F61E3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"https://www.ncbi.nlm.nih.gov/nuccore/OP928803.1?from=27858&amp;to=28223"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27858..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28223</w:t>
      </w:r>
    </w:p>
    <w:p w14:paraId="33F17F5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AF0D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"https://www.ncbi.nlm.nih.gov/nuccore/OP928803.1?from=27858&amp;to=28223"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27858..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28223</w:t>
      </w:r>
    </w:p>
    <w:p w14:paraId="209CA9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5186A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4B7EE4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F3CFE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"https://www.ncbi.nlm.nih.gov/protein/2370563175"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WAA75832.1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66D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5C197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EDB5A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035C8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"https://www.ncbi.nlm.nih.gov/nuccore/OP928803.1?from=28238&amp;to=29497"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28238..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29497</w:t>
      </w:r>
    </w:p>
    <w:p w14:paraId="3A6251E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ECC59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"https://www.ncbi.nlm.nih.gov/nuccore/OP928803.1?from=28238&amp;to=29497"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28238..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29497</w:t>
      </w:r>
    </w:p>
    <w:p w14:paraId="5E64EDF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0950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D68EF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DA7259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"https://www.ncbi.nlm.nih.gov/protein/2370563176"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WAA75833.1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597B8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/translation="MSDNVPQNQRNALRITFGGPSDSTGSNQNGXXXGARSKQRRPQG</w:t>
      </w:r>
    </w:p>
    <w:p w14:paraId="53E4BF1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09838F0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713BA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ADF92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1DF250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40A8B4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538E9F4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1822BE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"https://www.ncbi.nlm.nih.gov/nuccore/OP928803.1?from=29522&amp;to=29638"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29522..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29638</w:t>
      </w:r>
    </w:p>
    <w:p w14:paraId="19DB427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B90B6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"https://www.ncbi.nlm.nih.gov/nuccore/OP928803.1?from=29522&amp;to=29638"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29522..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29638</w:t>
      </w:r>
    </w:p>
    <w:p w14:paraId="49BFCB7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ECE3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3E4693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CA4DD1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"https://www.ncbi.nlm.nih.gov/protein/2370563177"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WAA75834.1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C17B3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8A1B7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"https://www.ncbi.nlm.nih.gov/nuccore/OP928803.1?from=29573&amp;to=29608"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29573..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29608</w:t>
      </w:r>
    </w:p>
    <w:p w14:paraId="6F0918A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032A8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382C2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"https://www.ncbi.nlm.nih.gov/nuccore/OP928803.1?from=29593&amp;to=29621"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29593..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29621</w:t>
      </w:r>
    </w:p>
    <w:p w14:paraId="5A78ED5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C35465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D96D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"https://www.ncbi.nlm.nih.gov/nuccore/OP928803.1?from=29692&amp;to=29732" </w:instrTex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B295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29692..</w:t>
      </w:r>
      <w:proofErr w:type="gram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29732</w:t>
      </w:r>
    </w:p>
    <w:p w14:paraId="7A44CA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C08ED1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D7CF34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928803.1"/>
      <w:bookmarkEnd w:id="4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accaaccaac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tttcgatctc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ttgtagatct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gttctctaaa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cgaactttaa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aatctgtgtg</w:t>
      </w:r>
      <w:proofErr w:type="spellEnd"/>
    </w:p>
    <w:p w14:paraId="7D8D0BA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gctgtcactc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ggctgcatgc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ttagtgcact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cacgcagtat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aattaataac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taattactgt</w:t>
      </w:r>
      <w:proofErr w:type="spellEnd"/>
    </w:p>
    <w:p w14:paraId="27042BD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cgttgacagg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acacgagtaa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ctcgtctatc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ttctgcaggc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tgcttacggt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ttcgtccgtg</w:t>
      </w:r>
      <w:proofErr w:type="spellEnd"/>
    </w:p>
    <w:p w14:paraId="6612461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ttgcagccga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tcatcagcac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atctaggttt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tgtccgggtg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tgaccgaaag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gtaagatgga</w:t>
      </w:r>
      <w:proofErr w:type="spellEnd"/>
    </w:p>
    <w:p w14:paraId="6617FE0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gagccttgtc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cctggtttca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acgagaaaac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acacgtccaa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ctcagtttgc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ctgttttaca</w:t>
      </w:r>
      <w:proofErr w:type="spellEnd"/>
    </w:p>
    <w:p w14:paraId="41784CC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ggttcgcgac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gtgctcgtac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gtggctttgg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agactccgtg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gaggaggtct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tatcagaggc</w:t>
      </w:r>
      <w:proofErr w:type="spellEnd"/>
    </w:p>
    <w:p w14:paraId="3F26FF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acgtcaacat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gcacttgtgg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cttagtagaa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gcgttttgcc</w:t>
      </w:r>
      <w:proofErr w:type="spellEnd"/>
    </w:p>
    <w:p w14:paraId="5618761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tcaacttgaa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cagccctatg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tgttcatcaa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acgttcggat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gctcgaactg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</w:p>
    <w:p w14:paraId="0376CC7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tcatgttatg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gttgagctgg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tagcagaact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cgaaggcatt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cagtacggtc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gtagtggtga</w:t>
      </w:r>
      <w:proofErr w:type="spellEnd"/>
    </w:p>
    <w:p w14:paraId="7F8E93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gacacttggt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gtccttgtcc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ctcatgtggg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cgaaatacca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gtggcttacc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gcaaggttct</w:t>
      </w:r>
      <w:proofErr w:type="spellEnd"/>
    </w:p>
    <w:p w14:paraId="1BC222E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tcttcgtaag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aacggtaata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aaggagctgg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tggccatagt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tacggcgccg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atctaaagtc</w:t>
      </w:r>
      <w:proofErr w:type="spellEnd"/>
    </w:p>
    <w:p w14:paraId="01C2311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ggcgacgagc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ttggcactga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tccttatgaa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gattttcaag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aaaactggaa</w:t>
      </w:r>
      <w:proofErr w:type="spellEnd"/>
    </w:p>
    <w:p w14:paraId="11E12C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cactaaacat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agcagtggtg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ttacccgtga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actcatgcgt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gagcttaacg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gaggggcata</w:t>
      </w:r>
      <w:proofErr w:type="spellEnd"/>
    </w:p>
    <w:p w14:paraId="067A9D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cactcgctat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gtcgataaca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acttctgtgg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ccctgatggc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taccctcttg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agtgcattaa</w:t>
      </w:r>
      <w:proofErr w:type="spellEnd"/>
    </w:p>
    <w:p w14:paraId="28EA7D5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agaccttcta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gcacgtgctg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gtaaagcttc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tccgaacaac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tggactttat</w:t>
      </w:r>
      <w:proofErr w:type="spellEnd"/>
    </w:p>
    <w:p w14:paraId="46D631B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tgacactaag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aggggtgtat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actgctgccg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tgaacatgag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cttggtacac</w:t>
      </w:r>
      <w:proofErr w:type="spellEnd"/>
    </w:p>
    <w:p w14:paraId="223F0B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ggaacgttct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gaaaagagct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atgaattgca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gacacctttt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tggcaaagaa</w:t>
      </w:r>
      <w:proofErr w:type="spellEnd"/>
    </w:p>
    <w:p w14:paraId="679716E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ttcaatgggg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aatgtccaaa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ccataatcaa</w:t>
      </w:r>
      <w:proofErr w:type="spellEnd"/>
    </w:p>
    <w:p w14:paraId="2A56BCC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gactattcaa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ccaagggttg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aaaagaaaaa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gcttgatggc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tttatgggta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gaattcgatc</w:t>
      </w:r>
      <w:proofErr w:type="spellEnd"/>
    </w:p>
    <w:p w14:paraId="5C956A8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tgtctatcca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gttgcgtcac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caaatgaatg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tgcctttcaa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ctctcatgaa</w:t>
      </w:r>
      <w:proofErr w:type="spellEnd"/>
    </w:p>
    <w:p w14:paraId="6B255C8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tgtggtgaaa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cttcatggca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gacgggcgat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ccacttgcga</w:t>
      </w:r>
      <w:proofErr w:type="spellEnd"/>
    </w:p>
    <w:p w14:paraId="135C189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actgagaatt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tgactaaaga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aggtgccact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acttgtggtt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acttacccca</w:t>
      </w:r>
      <w:proofErr w:type="spellEnd"/>
    </w:p>
    <w:p w14:paraId="4F2909E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gttaaaattt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attgtccagc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tcagaagtag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gacctgagca</w:t>
      </w:r>
      <w:proofErr w:type="spellEnd"/>
    </w:p>
    <w:p w14:paraId="746D34E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tagtcttgcc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gaataccata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atgaatctgg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cttgaaaacc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attcttcgta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agggtggtcg</w:t>
      </w:r>
      <w:proofErr w:type="spellEnd"/>
    </w:p>
    <w:p w14:paraId="1C93BA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cactattgcc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tttggaggct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gtgtgttctc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tgccataaca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agtgtgccta</w:t>
      </w:r>
      <w:proofErr w:type="spellEnd"/>
    </w:p>
    <w:p w14:paraId="6A6B0F7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ttgggttcca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cgtgctagcg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ctaacatagg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ttgtaaccat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acaggtgttg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ttggagaagg</w:t>
      </w:r>
      <w:proofErr w:type="spellEnd"/>
    </w:p>
    <w:p w14:paraId="283E5BA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ttccgaaggt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accttcttga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aatactccaa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aaagagaaag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tcaacatcaa</w:t>
      </w:r>
      <w:proofErr w:type="spellEnd"/>
    </w:p>
    <w:p w14:paraId="7B4EA0F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gatcgccatt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ctttttctgc</w:t>
      </w:r>
      <w:proofErr w:type="spellEnd"/>
    </w:p>
    <w:p w14:paraId="1282A7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ttccacaagt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gcttttgtgg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aaactgtgaa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aggtttggat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tataaagcat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</w:p>
    <w:p w14:paraId="395E16A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tgttgaatcc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tgtggtaatt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ttaaagttac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aaaaggaaaa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gtgcctggaa</w:t>
      </w:r>
      <w:proofErr w:type="spellEnd"/>
    </w:p>
    <w:p w14:paraId="6998E46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tattggtgaa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cagaaatcaa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tactgagtcc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tctttatgca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tttgcatcag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aggctgctcg</w:t>
      </w:r>
      <w:proofErr w:type="spellEnd"/>
    </w:p>
    <w:p w14:paraId="297E4EE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tgttgtacga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tcaattttct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cccgcactct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tgaaactgct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tgcgtgtttt</w:t>
      </w:r>
      <w:proofErr w:type="spellEnd"/>
    </w:p>
    <w:p w14:paraId="6DA5E2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acagaaggcc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gctataacaa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tactagatgg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aatttcacag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tattcactga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gactcattga</w:t>
      </w:r>
      <w:proofErr w:type="spellEnd"/>
    </w:p>
    <w:p w14:paraId="0FFB18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ttcacatctg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atttggctac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taacaatcta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cctacattac</w:t>
      </w:r>
      <w:proofErr w:type="spellEnd"/>
    </w:p>
    <w:p w14:paraId="2EF38F8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gttcagttga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cttcgcagtg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gctaactaac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atctttggca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ctgtttatga</w:t>
      </w:r>
      <w:proofErr w:type="spellEnd"/>
    </w:p>
    <w:p w14:paraId="50D6B93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aaaactcaaa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cccgtccttg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attggcttga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aaggaaggtg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tagagtttct</w:t>
      </w:r>
      <w:proofErr w:type="spellEnd"/>
    </w:p>
    <w:p w14:paraId="588D28A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tagagacggt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ctcaacctgt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gcttgtgaaa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ttgtcggtgg</w:t>
      </w:r>
      <w:proofErr w:type="spellEnd"/>
    </w:p>
    <w:p w14:paraId="3A5DAA8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acaaattgtc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acctgtgcaa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aggaaattaa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ggagagtgtt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cagacattct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ttaagcttgt</w:t>
      </w:r>
      <w:proofErr w:type="spellEnd"/>
    </w:p>
    <w:p w14:paraId="366382F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aaataaattt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ttggctttgt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gtgctgactc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tatcattatt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ggtggagcta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aacttaaagc</w:t>
      </w:r>
      <w:proofErr w:type="spellEnd"/>
    </w:p>
    <w:p w14:paraId="22A3FE9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cttgaattta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ggtgaaacat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ttgtcacgca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ctcaaaggga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ttgtacagaa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</w:p>
    <w:p w14:paraId="086BD8C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atccagagaa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gaaactggcc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tactcatgcc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tctaaaagcc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ccaaaagaaa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ttatcttctt</w:t>
      </w:r>
      <w:proofErr w:type="spellEnd"/>
    </w:p>
    <w:p w14:paraId="2C681AE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agagggagaa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acacttccca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cagaagtgtt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gttgtcttga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aaactggtga</w:t>
      </w:r>
      <w:proofErr w:type="spellEnd"/>
    </w:p>
    <w:p w14:paraId="30DD6DE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ctactagtga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agctgttgaa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gctccattgg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ttggtacacc</w:t>
      </w:r>
      <w:proofErr w:type="spellEnd"/>
    </w:p>
    <w:p w14:paraId="39CF250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agtttgtatt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aacgggctta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tgttgctcga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aatcaaagac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actgtgccct</w:t>
      </w:r>
      <w:proofErr w:type="spellEnd"/>
    </w:p>
    <w:p w14:paraId="5ACBF75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tgcacctaat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atgatggtaa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caaacaatac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cttcacactc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aaaggcggtg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caccaacaaa</w:t>
      </w:r>
      <w:proofErr w:type="spellEnd"/>
    </w:p>
    <w:p w14:paraId="5DDC02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ggttactttt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ggtgatgaca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ctgtgataga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tacaagagtg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tgaatatcac</w:t>
      </w:r>
      <w:proofErr w:type="spellEnd"/>
    </w:p>
    <w:p w14:paraId="5C483AF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gatgaaagga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acttaatgag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cctatacagt</w:t>
      </w:r>
      <w:proofErr w:type="spellEnd"/>
    </w:p>
    <w:p w14:paraId="5A0BDC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tgaactcggt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acagaagtaa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atgagttcgc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ctgtgttgtg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tcataaaaac</w:t>
      </w:r>
      <w:proofErr w:type="spellEnd"/>
    </w:p>
    <w:p w14:paraId="14198CA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tttgcaacca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gtatctgaat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tacttacacc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actgggcatt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agtggagtat</w:t>
      </w:r>
      <w:proofErr w:type="spellEnd"/>
    </w:p>
    <w:p w14:paraId="3335C4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ggctacatac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atgagtctgg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ttggcttcac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atatgtattg</w:t>
      </w:r>
      <w:proofErr w:type="spellEnd"/>
    </w:p>
    <w:p w14:paraId="30C6EAC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cctccagatg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aggatgaaga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agaaggtgat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tgtgaagaag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aagagtttga</w:t>
      </w:r>
      <w:proofErr w:type="spellEnd"/>
    </w:p>
    <w:p w14:paraId="5A2A9F0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gccatcaact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caatatgagt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atggtactga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agatgattac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caaggtaaac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ctttggaatt</w:t>
      </w:r>
      <w:proofErr w:type="spellEnd"/>
    </w:p>
    <w:p w14:paraId="3023A03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tggtgccact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tctgctgctc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ttcaacctga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agaagagcaa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gaagaagatt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ggttagatga</w:t>
      </w:r>
      <w:proofErr w:type="spellEnd"/>
    </w:p>
    <w:p w14:paraId="61C7360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tgatagtcaa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gtcaacaaga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cggcagtgag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gacaatcaga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caactactat</w:t>
      </w:r>
      <w:proofErr w:type="spellEnd"/>
    </w:p>
    <w:p w14:paraId="32716E2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tcaaacaatt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gttgaggttc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agagatggaa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cttacaccag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ttgttcagac</w:t>
      </w:r>
      <w:proofErr w:type="spellEnd"/>
    </w:p>
    <w:p w14:paraId="449BE1C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tattgaagtg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aatagtttta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gtggttattt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gacaatgtat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acattaaaaa</w:t>
      </w:r>
      <w:proofErr w:type="spellEnd"/>
    </w:p>
    <w:p w14:paraId="2B3162B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tgcagacatt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gtggaagaag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gtggttgtta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atgcagccaa</w:t>
      </w:r>
      <w:proofErr w:type="spellEnd"/>
    </w:p>
    <w:p w14:paraId="20A3DA2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tgtttacctt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aaacatggag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gaggtgttgc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aggagcctta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aataaggcta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</w:p>
    <w:p w14:paraId="48F49FF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catgcaagtt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gaatctgatg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attacatagc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tactaatgga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ccacttaaag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tgggtggtag</w:t>
      </w:r>
      <w:proofErr w:type="spellEnd"/>
    </w:p>
    <w:p w14:paraId="6BA9E7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agcggacaca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acactgtctt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catgttgtcg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gcccaaatgt</w:t>
      </w:r>
      <w:proofErr w:type="spellEnd"/>
    </w:p>
    <w:p w14:paraId="702F77B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gaagacattc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aacttcttaa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gagtgcttat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gaaaatttta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atcagcacga</w:t>
      </w:r>
      <w:proofErr w:type="spellEnd"/>
    </w:p>
    <w:p w14:paraId="6810C7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agttctactt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gcaccattat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tatcagctgg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gctgacccta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tacattcttt</w:t>
      </w:r>
      <w:proofErr w:type="spellEnd"/>
    </w:p>
    <w:p w14:paraId="66C63F3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aagagtttgt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gtagatactg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ttcgcacaaa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ataaaaatct</w:t>
      </w:r>
      <w:proofErr w:type="spellEnd"/>
    </w:p>
    <w:p w14:paraId="5E747D9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gctttttgga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gaaaagcaag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ttgaacaaaa</w:t>
      </w:r>
      <w:proofErr w:type="spellEnd"/>
    </w:p>
    <w:p w14:paraId="36021A4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gatcgctgag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attcctaaag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aggaagttaa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gccatttata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actgaaagta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aaccttcagt</w:t>
      </w:r>
      <w:proofErr w:type="spellEnd"/>
    </w:p>
    <w:p w14:paraId="09B750F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tgaacagaga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ataagaaaat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caaagcttgt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ttacaacaac</w:t>
      </w:r>
      <w:proofErr w:type="spellEnd"/>
    </w:p>
    <w:p w14:paraId="58A9E38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tctggaagaa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actaagttcc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tcacagaaaa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cttgttactt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tatattgaca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ttaatggcaa</w:t>
      </w:r>
      <w:proofErr w:type="spellEnd"/>
    </w:p>
    <w:p w14:paraId="088A9D0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tcttcatcca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gattctgcca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ctcttgttag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tgacattgac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atcactttct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taaagaaaga</w:t>
      </w:r>
      <w:proofErr w:type="spellEnd"/>
    </w:p>
    <w:p w14:paraId="48B7712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tgctccatat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atagtgggtg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atgttgttca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ttaactgctg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tggttatacc</w:t>
      </w:r>
      <w:proofErr w:type="spellEnd"/>
    </w:p>
    <w:p w14:paraId="407CF44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gctggtggca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ctactgaaat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gctagcgaaa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gctttgagaa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aagtgccaac</w:t>
      </w:r>
      <w:proofErr w:type="spellEnd"/>
    </w:p>
    <w:p w14:paraId="14B4457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agacaattat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ataaccactt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acccgggtca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gggtttaaat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ggttacactg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tagaggaggc</w:t>
      </w:r>
      <w:proofErr w:type="spellEnd"/>
    </w:p>
    <w:p w14:paraId="62D917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aaagacagtg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gtaaaagtgc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cttttacatt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ctaccatcta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ttatctctaa</w:t>
      </w:r>
      <w:proofErr w:type="spellEnd"/>
    </w:p>
    <w:p w14:paraId="3D6F46C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tgagaagcaa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gaaattcttg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gaactgtttc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cgagaaatgc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ttgcacatgc</w:t>
      </w:r>
      <w:proofErr w:type="spellEnd"/>
    </w:p>
    <w:p w14:paraId="70FC34A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agaagaaaca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cgcaaattaa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tgcctgtctg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aaagccatag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tttcaactat</w:t>
      </w:r>
      <w:proofErr w:type="spellEnd"/>
    </w:p>
    <w:p w14:paraId="167E145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acagcgtaaa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tataagggta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ttaaaataca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agagggtgtg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gtgctagatt</w:t>
      </w:r>
      <w:proofErr w:type="spellEnd"/>
    </w:p>
    <w:p w14:paraId="7DDEFD5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accagtaaaa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gtcacttatc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aacacactta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acgatctaaa</w:t>
      </w:r>
      <w:proofErr w:type="spellEnd"/>
    </w:p>
    <w:p w14:paraId="6EA99AC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tgaaactctt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gttacaatgc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cacttggcta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ggcttaaatt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tggaagaagc</w:t>
      </w:r>
      <w:proofErr w:type="spellEnd"/>
    </w:p>
    <w:p w14:paraId="7BA338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tgctcggtat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atgagatctc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tcaaagtgcc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agctacagtt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tctgtttctt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cacctgatgc</w:t>
      </w:r>
      <w:proofErr w:type="spellEnd"/>
    </w:p>
    <w:p w14:paraId="3FC7FEF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tgttacagcg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tataatggtt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acacctgaag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aacattttat</w:t>
      </w:r>
      <w:proofErr w:type="spellEnd"/>
    </w:p>
    <w:p w14:paraId="768C735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tgaaaccatc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tcacttgctg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agattggtcc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tattctggac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aatctacaca</w:t>
      </w:r>
      <w:proofErr w:type="spellEnd"/>
    </w:p>
    <w:p w14:paraId="053199E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actaggtata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gaatttctta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agagaggtga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tattacacta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gtaatcctac</w:t>
      </w:r>
      <w:proofErr w:type="spellEnd"/>
    </w:p>
    <w:p w14:paraId="5AE965D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cacattccac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aagttatcac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cttaagacac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ttctttcttt</w:t>
      </w:r>
      <w:proofErr w:type="spellEnd"/>
    </w:p>
    <w:p w14:paraId="46F3E0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gagagaagtg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aacagtagac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aacattaacc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tccacacgca</w:t>
      </w:r>
      <w:proofErr w:type="spellEnd"/>
    </w:p>
    <w:p w14:paraId="14F036C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agttgtggac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catatggaca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acagtttggt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ccaacttatt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tggatggagc</w:t>
      </w:r>
      <w:proofErr w:type="spellEnd"/>
    </w:p>
    <w:p w14:paraId="5E7307A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aaaataaaac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ctcataattc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acatgaaggt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atgttttacc</w:t>
      </w:r>
      <w:proofErr w:type="spellEnd"/>
    </w:p>
    <w:p w14:paraId="7DF864F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taatgatgac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actctacgtg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ttgaggcttt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tgagtactac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cacacaactg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atcctagttt</w:t>
      </w:r>
      <w:proofErr w:type="spellEnd"/>
    </w:p>
    <w:p w14:paraId="3D45F1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tctgggtagg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tacatgtcag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cattaaatca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tggaaatacc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cacaagttaa</w:t>
      </w:r>
      <w:proofErr w:type="spellEnd"/>
    </w:p>
    <w:p w14:paraId="3F3D8F3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tggtttaact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gggcagataa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caactgttat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cattgttaac</w:t>
      </w:r>
      <w:proofErr w:type="spellEnd"/>
    </w:p>
    <w:p w14:paraId="37ABDE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actccaacaa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atagagttga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agtttaatcc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acctgctcta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caagatgctt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attacagagc</w:t>
      </w:r>
      <w:proofErr w:type="spellEnd"/>
    </w:p>
    <w:p w14:paraId="577F58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aagggctggt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gaagcggcta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acttttgtgc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acttatctta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gcctactgta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ataagacagt</w:t>
      </w:r>
      <w:proofErr w:type="spellEnd"/>
    </w:p>
    <w:p w14:paraId="4B78CC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aggtgagtta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ggtgatgtta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gagaaacaat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gagttacttg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tttcaacatg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ccaatttaga</w:t>
      </w:r>
      <w:proofErr w:type="spellEnd"/>
    </w:p>
    <w:p w14:paraId="744DB97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agagtcttga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acgtggtgtg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taaaacttgt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ggacaacagc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agacaaccct</w:t>
      </w:r>
      <w:proofErr w:type="spellEnd"/>
    </w:p>
    <w:p w14:paraId="64D0C05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taagggtgta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tgtacatggg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tatgaacaat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</w:p>
    <w:p w14:paraId="376F360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tgttcagata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ccttgtacgt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gtggtaaaca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agctacaaaa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tatctagtac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aacaggagtc</w:t>
      </w:r>
      <w:proofErr w:type="spellEnd"/>
    </w:p>
    <w:p w14:paraId="40795AE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accttttgtt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atgatgtcag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caccacctgc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tcagtatgaa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cttaagcatg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gtacatttac</w:t>
      </w:r>
      <w:proofErr w:type="spellEnd"/>
    </w:p>
    <w:p w14:paraId="0AA1230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ttgtgctagt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gtgtggtcac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tataaacata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taacttctaa</w:t>
      </w:r>
      <w:proofErr w:type="spellEnd"/>
    </w:p>
    <w:p w14:paraId="62C914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agaaactttg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tattgcatag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acggtgcttt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tcctcagaat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acaaaggtcc</w:t>
      </w:r>
      <w:proofErr w:type="spellEnd"/>
    </w:p>
    <w:p w14:paraId="572F56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tattacggat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gttttctaca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aagaaaacag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accataaaac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cagttactta</w:t>
      </w:r>
      <w:proofErr w:type="spellEnd"/>
    </w:p>
    <w:p w14:paraId="4E046A2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taaattggat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ggtgttgttt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gtacagaaat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tgaccctaag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</w:p>
    <w:p w14:paraId="1A68BCE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tgatcttgta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ccaaaccaac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catatccaaa</w:t>
      </w:r>
      <w:proofErr w:type="spellEnd"/>
    </w:p>
    <w:p w14:paraId="3F22900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cgcaagcttc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gataatttta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agtttgtatg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tgataatatc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atgatttaaa</w:t>
      </w:r>
      <w:proofErr w:type="spellEnd"/>
    </w:p>
    <w:p w14:paraId="2BFC2E4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ccagttaact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ggttataaga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aagagagctt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aaagttacat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ttttccctga</w:t>
      </w:r>
      <w:proofErr w:type="spellEnd"/>
    </w:p>
    <w:p w14:paraId="0488AD3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gatgtggtgg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taaacactac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acaccctctt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</w:p>
    <w:p w14:paraId="0A6AED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ctattgtttg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gcatgttaac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aatgcaacta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ataaagccac</w:t>
      </w:r>
      <w:proofErr w:type="spellEnd"/>
    </w:p>
    <w:p w14:paraId="432B05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gtataaacca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aatacctggt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gtatacgttg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tctttggagc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acaaaaccag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ttgaaacatc</w:t>
      </w:r>
      <w:proofErr w:type="spellEnd"/>
    </w:p>
    <w:p w14:paraId="648346D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aaattcgttt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gatgtactga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agtcagagga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cgcgcaggga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atggataatc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ttgcctgcga</w:t>
      </w:r>
      <w:proofErr w:type="spellEnd"/>
    </w:p>
    <w:p w14:paraId="1B420B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agatctaaaa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ccagtctctg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aagaagtagt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ggaaaatcct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accatacaga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aagacgttct</w:t>
      </w:r>
      <w:proofErr w:type="spellEnd"/>
    </w:p>
    <w:p w14:paraId="4FCCE7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gtgaaaacta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ccgaagttgt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aggagacatt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atacttaaac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cagcaaataa</w:t>
      </w:r>
      <w:proofErr w:type="spellEnd"/>
    </w:p>
    <w:p w14:paraId="02CBED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acagaagagg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ttggccacac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agatctaatg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gctgcttatg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tagacaattc</w:t>
      </w:r>
      <w:proofErr w:type="spellEnd"/>
    </w:p>
    <w:p w14:paraId="646CB5E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attaagaaac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ctaatgaatt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atctagagta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ttaggtttga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aaacccttgc</w:t>
      </w:r>
      <w:proofErr w:type="spellEnd"/>
    </w:p>
    <w:p w14:paraId="398ACF3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tactcatggt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ttagctgctg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ttaatagtgt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cccttgggat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attatgctaa</w:t>
      </w:r>
      <w:proofErr w:type="spellEnd"/>
    </w:p>
    <w:p w14:paraId="1D3B296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gccttttctt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aacaaagttg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ttagtacaac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tactaacata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gttacacggt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gtttaaaccg</w:t>
      </w:r>
      <w:proofErr w:type="spellEnd"/>
    </w:p>
    <w:p w14:paraId="01AEFF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tgtttgtact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aattatatgc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tactttattg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ctacaattgt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gtacttttac</w:t>
      </w:r>
      <w:proofErr w:type="spellEnd"/>
    </w:p>
    <w:p w14:paraId="318E76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tagaagtaca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aattctagaa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ttaaagcatc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tatgccgact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actatagcaa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agaatactgt</w:t>
      </w:r>
      <w:proofErr w:type="spellEnd"/>
    </w:p>
    <w:p w14:paraId="4156826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taagagtgtc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ggtaaatttt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gtctagaggc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ttcatttaat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tatttgaagt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cacctaattt</w:t>
      </w:r>
      <w:proofErr w:type="spellEnd"/>
    </w:p>
    <w:p w14:paraId="2ED616B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ttctaaactg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taatttggtt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agtgtttgcc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taggttcttt</w:t>
      </w:r>
      <w:proofErr w:type="spellEnd"/>
    </w:p>
    <w:p w14:paraId="66324E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aatctactca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accgctgctt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taggtgtttt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aatgtctaat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ttaggcatgc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cttcttactg</w:t>
      </w:r>
      <w:proofErr w:type="spellEnd"/>
    </w:p>
    <w:p w14:paraId="32EC5E8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tactggttac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agagaaggct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tactaatgtc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cctactgtac</w:t>
      </w:r>
      <w:proofErr w:type="spellEnd"/>
    </w:p>
    <w:p w14:paraId="30F2EAE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tggttctata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ccttgtagtg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tttgtcttag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tctttagaca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cctatccttc</w:t>
      </w:r>
      <w:proofErr w:type="spellEnd"/>
    </w:p>
    <w:p w14:paraId="722BAB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tttagaaact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atacaaatta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ccatttcatc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cttttggctt</w:t>
      </w:r>
      <w:proofErr w:type="spellEnd"/>
    </w:p>
    <w:p w14:paraId="106948F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agttgcagag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tggtttttgg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catatattct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tttcactagg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tttttctatg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tacttggatt</w:t>
      </w:r>
      <w:proofErr w:type="spellEnd"/>
    </w:p>
    <w:p w14:paraId="3221A9D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ggctgcaatc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ttttgcagta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gtaattcttg</w:t>
      </w:r>
      <w:proofErr w:type="spellEnd"/>
    </w:p>
    <w:p w14:paraId="507C683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gcttatgtgg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ttaataatta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atcttgtaca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aatggccccg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atttcagcta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tggttagaat</w:t>
      </w:r>
      <w:proofErr w:type="spellEnd"/>
    </w:p>
    <w:p w14:paraId="4FB766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gtacatcttc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tttattatgt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tatgtgcatg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ttgtagacgg</w:t>
      </w:r>
      <w:proofErr w:type="spellEnd"/>
    </w:p>
    <w:p w14:paraId="49F123E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ttgtaattca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agagcaacaa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gagtcgaatg</w:t>
      </w:r>
      <w:proofErr w:type="spellEnd"/>
    </w:p>
    <w:p w14:paraId="42FBB1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ttagaaggtc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cttttatgtc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tatgctaatg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gaggtaaagg</w:t>
      </w:r>
      <w:proofErr w:type="spellEnd"/>
    </w:p>
    <w:p w14:paraId="4CDE381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ctacacaatt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ggaattgtgt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taattgtgat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acattctgtg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ctggtagtac</w:t>
      </w:r>
      <w:proofErr w:type="spellEnd"/>
    </w:p>
    <w:p w14:paraId="041A861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atttattagt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gatgaagttg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cgagagactt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gtcactacag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tttaaaagac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caataaatcc</w:t>
      </w:r>
      <w:proofErr w:type="spellEnd"/>
    </w:p>
    <w:p w14:paraId="089657D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tactgaccag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tcttcttaca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tcgttgatag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aagaatggtt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ccatccatct</w:t>
      </w:r>
      <w:proofErr w:type="spellEnd"/>
    </w:p>
    <w:p w14:paraId="0AB41A1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aaagctggtc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tgaaagacat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tctctctctc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attttgttaa</w:t>
      </w:r>
      <w:proofErr w:type="spellEnd"/>
    </w:p>
    <w:p w14:paraId="3A598F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cttagacaac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ctgagagcta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ataacactaa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aggttcattg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ttatagtttt</w:t>
      </w:r>
      <w:proofErr w:type="spellEnd"/>
    </w:p>
    <w:p w14:paraId="18D247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tgatggtaaa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tcaaaatgtg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tgcaaaatca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gcgtctgttt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actacagtca</w:t>
      </w:r>
      <w:proofErr w:type="spellEnd"/>
    </w:p>
    <w:p w14:paraId="56019EE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gcttatgtgt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caacctatac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tcaggcatta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gtgtctgatg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ttggtgatag</w:t>
      </w:r>
      <w:proofErr w:type="spellEnd"/>
    </w:p>
    <w:p w14:paraId="1739F3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tgcggaagtt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tgtttgatgc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ttacgttaat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acgttttcat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caacttttaa</w:t>
      </w:r>
      <w:proofErr w:type="spellEnd"/>
    </w:p>
    <w:p w14:paraId="252D886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cgtaccaatg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gaaaaactca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aaacactagt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tgcaactgca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gaagctgaac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ttgcaaagaa</w:t>
      </w:r>
      <w:proofErr w:type="spellEnd"/>
    </w:p>
    <w:p w14:paraId="5ED75D2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tgtgtcctta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gacaatgtct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tatctacttt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tatttcagca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gctcggcaag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ggtttgttga</w:t>
      </w:r>
      <w:proofErr w:type="spellEnd"/>
    </w:p>
    <w:p w14:paraId="071D19F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ttcagatgta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ttgtcacatc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aatctgacat</w:t>
      </w:r>
      <w:proofErr w:type="spellEnd"/>
    </w:p>
    <w:p w14:paraId="027A54E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agaagttact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ggcgatagtt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tatgctcacc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ttgaaaacat</w:t>
      </w:r>
      <w:proofErr w:type="spellEnd"/>
    </w:p>
    <w:p w14:paraId="2A16F3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gacaccccgt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gaccttggtg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cttgtattga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ctgtagtgcg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cgtcatatta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atgcgcaggt</w:t>
      </w:r>
      <w:proofErr w:type="spellEnd"/>
    </w:p>
    <w:p w14:paraId="4D767C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agcaaaaagt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cacaacatta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ctttgatatg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gaacgttaaa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gatttcatgt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cattgtctga</w:t>
      </w:r>
      <w:proofErr w:type="spellEnd"/>
    </w:p>
    <w:p w14:paraId="558229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acaactacga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aaacaaatac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gtagtgctgc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taaaaagaat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aacttacctt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ttaagttgac</w:t>
      </w:r>
      <w:proofErr w:type="spellEnd"/>
    </w:p>
    <w:p w14:paraId="7D7E524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atgtgcaact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actagacaag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aagatagcac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ttaagggtgg</w:t>
      </w:r>
      <w:proofErr w:type="spellEnd"/>
    </w:p>
    <w:p w14:paraId="72289FD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aataattggt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tgaagcagtt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tcctttttgt</w:t>
      </w:r>
      <w:proofErr w:type="spellEnd"/>
    </w:p>
    <w:p w14:paraId="1B8951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tgctgctatt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ttctatttaa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taacacctgt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tcatgtcatg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tctaaacata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ctgacttttc</w:t>
      </w:r>
      <w:proofErr w:type="spellEnd"/>
    </w:p>
    <w:p w14:paraId="7E0782B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aagtgaaatc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ataggataca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aggctattga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tggtggtgtc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actcgtgaca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tagcatctac</w:t>
      </w:r>
      <w:proofErr w:type="spellEnd"/>
    </w:p>
    <w:p w14:paraId="012EBF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agatacttgt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aacatgctga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ttttgacaca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tggtttagcc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agcgtggtgg</w:t>
      </w:r>
      <w:proofErr w:type="spellEnd"/>
    </w:p>
    <w:p w14:paraId="79638F3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tagttatact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cttgcccatt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gattgctgca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gtcataacaa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gagaagtggg</w:t>
      </w:r>
      <w:proofErr w:type="spellEnd"/>
    </w:p>
    <w:p w14:paraId="7B7A0DB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cctggtttgc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ctggcacgat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attacgcaca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actttttgca</w:t>
      </w:r>
      <w:proofErr w:type="spellEnd"/>
    </w:p>
    <w:p w14:paraId="146E12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tttcttacct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gtgcagttgg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taacatctgt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tacacaccat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caaaacttat</w:t>
      </w:r>
      <w:proofErr w:type="spellEnd"/>
    </w:p>
    <w:p w14:paraId="5DC6E3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agagtacact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catcagcttg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tgttttggct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gctgaatgta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caatttttaa</w:t>
      </w:r>
      <w:proofErr w:type="spellEnd"/>
    </w:p>
    <w:p w14:paraId="32184CA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agatgcttct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ggtaagccag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taccatattg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ttatgatacc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aatgtactag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aaggttctgt</w:t>
      </w:r>
      <w:proofErr w:type="spellEnd"/>
    </w:p>
    <w:p w14:paraId="69411A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agtttacgcc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ctgacacacg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atggatggct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ctattattca</w:t>
      </w:r>
      <w:proofErr w:type="spellEnd"/>
    </w:p>
    <w:p w14:paraId="01A841C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atttcctaac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acctaccttg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aaggttctgt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tagagtggta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acaacttttg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attctgagta</w:t>
      </w:r>
      <w:proofErr w:type="spellEnd"/>
    </w:p>
    <w:p w14:paraId="2EF113B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ctgtaggcac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ggcacttgtg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aaagatcaga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tgtgtatcta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ctagtggtag</w:t>
      </w:r>
      <w:proofErr w:type="spellEnd"/>
    </w:p>
    <w:p w14:paraId="718F115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atgggtactt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aacaatgatt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attacagatc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tttaccagga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gttttctgtg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gtgtagatgc</w:t>
      </w:r>
      <w:proofErr w:type="spellEnd"/>
    </w:p>
    <w:p w14:paraId="189896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tgtaaattta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cttactaata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tgtttacacc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ctttggacat</w:t>
      </w:r>
      <w:proofErr w:type="spellEnd"/>
    </w:p>
    <w:p w14:paraId="30CF99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atcagcatct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atagtagctg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gtggtattgt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agctatcgta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gtaacatgcc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ttgcctacta</w:t>
      </w:r>
      <w:proofErr w:type="spellEnd"/>
    </w:p>
    <w:p w14:paraId="274C553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tttagaagag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atacagtcat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gtagttgcct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ttaatacttt</w:t>
      </w:r>
      <w:proofErr w:type="spellEnd"/>
    </w:p>
    <w:p w14:paraId="366F0A7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actattcctt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tttaacacca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gtttactcat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tcttacctgg</w:t>
      </w:r>
      <w:proofErr w:type="spellEnd"/>
    </w:p>
    <w:p w14:paraId="5CF109A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gttatttact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tgtacttgac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attttatctt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tttctttttt</w:t>
      </w:r>
      <w:proofErr w:type="spellEnd"/>
    </w:p>
    <w:p w14:paraId="260C8C7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agcacatatt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cagtggatgg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acctttagta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cctttctgga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taacaattgc</w:t>
      </w:r>
      <w:proofErr w:type="spellEnd"/>
    </w:p>
    <w:p w14:paraId="4A754C3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ttatatcatt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tgtatttcca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caaagcattt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ctattggttc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acctaaagag</w:t>
      </w:r>
      <w:proofErr w:type="spellEnd"/>
    </w:p>
    <w:p w14:paraId="10F94FB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acgtgtagtc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tttcctttag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tacttttgaa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gaagctgcgc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tgtgcacctt</w:t>
      </w:r>
      <w:proofErr w:type="spellEnd"/>
    </w:p>
    <w:p w14:paraId="4773FDB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atctaaagtt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gcgtagtgat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gtgctattac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ctcttacgca</w:t>
      </w:r>
      <w:proofErr w:type="spellEnd"/>
    </w:p>
    <w:p w14:paraId="47DA28D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atataataga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tacttagctc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tttataataa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gtacaagtat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tttagtggag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caatggatac</w:t>
      </w:r>
      <w:proofErr w:type="spellEnd"/>
    </w:p>
    <w:p w14:paraId="175D3F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aactagctac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cttgttgtca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tctcgcaaag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gctctcaatg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acttcagtaa</w:t>
      </w:r>
      <w:proofErr w:type="spellEnd"/>
    </w:p>
    <w:p w14:paraId="6F65A62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gatgttcttt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accaaccacc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acaaatctct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atcacctcag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ctgttttgca</w:t>
      </w:r>
      <w:proofErr w:type="spellEnd"/>
    </w:p>
    <w:p w14:paraId="29A47B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gagtggtttt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agaaaaatgg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cattcccatc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gagggttgta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tggtacaagt</w:t>
      </w:r>
      <w:proofErr w:type="spellEnd"/>
    </w:p>
    <w:p w14:paraId="261F69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aacttgtggt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acaactacac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tcaacggtct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ttggcttgat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gacgtagttt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actgtccaag</w:t>
      </w:r>
      <w:proofErr w:type="spellEnd"/>
    </w:p>
    <w:p w14:paraId="1E210A1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acatgtgatc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aagacatgct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taaccctaat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tactcattcg</w:t>
      </w:r>
      <w:proofErr w:type="spellEnd"/>
    </w:p>
    <w:p w14:paraId="748D9D6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taagtctaat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cataatttct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tggtacaggc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caactcaggg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ttattggaca</w:t>
      </w:r>
      <w:proofErr w:type="spellEnd"/>
    </w:p>
    <w:p w14:paraId="77DB577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ttctatgcaa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aattgtgtac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ttaagcttaa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ggttgataca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gccaatccta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agacacctaa</w:t>
      </w:r>
      <w:proofErr w:type="spellEnd"/>
    </w:p>
    <w:p w14:paraId="34B7908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gtataagttt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gttcgcattc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aaccaggaca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gtgttagctt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gttacaatgg</w:t>
      </w:r>
      <w:proofErr w:type="spellEnd"/>
    </w:p>
    <w:p w14:paraId="012F6C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ttcaccatct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ggtgtttacc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aatgtgctat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gaggcacaat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ttcactatta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agggttcatt</w:t>
      </w:r>
      <w:proofErr w:type="spellEnd"/>
    </w:p>
    <w:p w14:paraId="136AB01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ccttaatggt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tcatgtggta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gtgttggttt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tatgactgtg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tctctttttg</w:t>
      </w:r>
      <w:proofErr w:type="spellEnd"/>
    </w:p>
    <w:p w14:paraId="7EF2A67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ttacatgcac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catatggaat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taccaactgg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agttcatgct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ggcacagact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tagaaggtaa</w:t>
      </w:r>
      <w:proofErr w:type="spellEnd"/>
    </w:p>
    <w:p w14:paraId="3DE82FF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cttttatgga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ccttttgttg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acaggcaaac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agcacaagca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gctggtacgg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acacaactat</w:t>
      </w:r>
      <w:proofErr w:type="spellEnd"/>
    </w:p>
    <w:p w14:paraId="0F847F4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gttttagctt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ggttgtacgc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tgctgttata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aatggagaca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ggtggtttct</w:t>
      </w:r>
      <w:proofErr w:type="spellEnd"/>
    </w:p>
    <w:p w14:paraId="6913A6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caatcgattt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accacaactc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taaccttgtg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gctatgaagt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acaattatga</w:t>
      </w:r>
      <w:proofErr w:type="spellEnd"/>
    </w:p>
    <w:p w14:paraId="31DDCED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acctctaaca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caagaccatg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ttgacatact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aggacctctt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tctgctcaaa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ctggaattgc</w:t>
      </w:r>
      <w:proofErr w:type="spellEnd"/>
    </w:p>
    <w:p w14:paraId="25544BD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cgttttagat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atgtgtgctt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cattaaaaga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aatggtatga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atggacgtac</w:t>
      </w:r>
      <w:proofErr w:type="spellEnd"/>
    </w:p>
    <w:p w14:paraId="2DEF6DF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catattgggt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tagaagatga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atttacacct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tttgatgttg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ttagacaatg</w:t>
      </w:r>
      <w:proofErr w:type="spellEnd"/>
    </w:p>
    <w:p w14:paraId="555AB9A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actttccaaa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gtgcagtgaa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aagaacaatc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aagggtacac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accactggtt</w:t>
      </w:r>
      <w:proofErr w:type="spellEnd"/>
    </w:p>
    <w:p w14:paraId="14903CF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gttactcaca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cacttttagt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tttagtccag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agtactcaat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ggtctttgtt</w:t>
      </w:r>
      <w:proofErr w:type="spellEnd"/>
    </w:p>
    <w:p w14:paraId="7C7FA3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tatgaaaatg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cctttttacc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ttttgctatg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ggtattattg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ctatgtctgc</w:t>
      </w:r>
      <w:proofErr w:type="spellEnd"/>
    </w:p>
    <w:p w14:paraId="47B601E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aacataagca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tgcatttctc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tgttaccttc</w:t>
      </w:r>
      <w:proofErr w:type="spellEnd"/>
    </w:p>
    <w:p w14:paraId="2C74CD3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tcttgccact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gtagcttatt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ctatatgcct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gctagttggg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tgatgcgtat</w:t>
      </w:r>
      <w:proofErr w:type="spellEnd"/>
    </w:p>
    <w:p w14:paraId="17F1BB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tatgacatgg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ttggatatgg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ttgatactag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tttnnnnggt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</w:p>
    <w:p w14:paraId="2FAB70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tatgtatgca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tcagctgtag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ccttatgaca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gcaagaactg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tgtatgatga</w:t>
      </w:r>
      <w:proofErr w:type="spellEnd"/>
    </w:p>
    <w:p w14:paraId="5F0CD3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tggtgctagg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agagtgtgga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ctcgtttata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aagtttatta</w:t>
      </w:r>
      <w:proofErr w:type="spellEnd"/>
    </w:p>
    <w:p w14:paraId="0A24C2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ttagatcaag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ccatttccat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gtgggctctt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ataatctctg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ttacttctaa</w:t>
      </w:r>
      <w:proofErr w:type="spellEnd"/>
    </w:p>
    <w:p w14:paraId="3F4D0A5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ctactcaggt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ctgtcatgtt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tttggccaga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ggtgttgttt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ttatgtgtgt</w:t>
      </w:r>
      <w:proofErr w:type="spellEnd"/>
    </w:p>
    <w:p w14:paraId="09936F6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tgagtattgc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tcataactgg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taatacactt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cagtgtataa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tgctagttta</w:t>
      </w:r>
      <w:proofErr w:type="spellEnd"/>
    </w:p>
    <w:p w14:paraId="7824645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ttgtttctta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ggctattttt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ctttggcctc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tcaaccgcta</w:t>
      </w:r>
      <w:proofErr w:type="spellEnd"/>
    </w:p>
    <w:p w14:paraId="2729DC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ctttagactg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actcttggtg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cttagtttct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acacaggagt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ttagatatat</w:t>
      </w:r>
      <w:proofErr w:type="spellEnd"/>
    </w:p>
    <w:p w14:paraId="0BEAFFF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ggactactcc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tagcatagat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gccttcaaac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tcaacattaa</w:t>
      </w:r>
      <w:proofErr w:type="spellEnd"/>
    </w:p>
    <w:p w14:paraId="51697CA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attgttgggt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gttggtggca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aaccttgtat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caaagtagcc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actgtacagt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</w:p>
    <w:p w14:paraId="56DF935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tgcacatcag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gagtagaatc</w:t>
      </w:r>
      <w:proofErr w:type="spellEnd"/>
    </w:p>
    <w:p w14:paraId="5A2462C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atcatctaaa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ttgtgggctc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aatgtgtcca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gttacacaat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tagctaaaga</w:t>
      </w:r>
      <w:proofErr w:type="spellEnd"/>
    </w:p>
    <w:p w14:paraId="40EEFF0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tactactgaa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gcctttgaaa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aaatggtttc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actactttct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gttttgcttt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ccatgcaggg</w:t>
      </w:r>
      <w:proofErr w:type="spellEnd"/>
    </w:p>
    <w:p w14:paraId="2BBB98D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ataaacaagc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aatgctggac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aacagggcaa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ccttacaagc</w:t>
      </w:r>
      <w:proofErr w:type="spellEnd"/>
    </w:p>
    <w:p w14:paraId="56E391B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tatagcctca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gagtttagtt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cccttccatc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atatgcagct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tttgctactg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ctcaagaagc</w:t>
      </w:r>
      <w:proofErr w:type="spellEnd"/>
    </w:p>
    <w:p w14:paraId="735A5EB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ttatgagcag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atggtgattc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tgaagaagtc</w:t>
      </w:r>
      <w:proofErr w:type="spellEnd"/>
    </w:p>
    <w:p w14:paraId="6CEF892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tttgaatgtg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gctaaatctg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aatttgaccg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tgatgcagcc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atgcaacgta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agttggaaaa</w:t>
      </w:r>
      <w:proofErr w:type="spellEnd"/>
    </w:p>
    <w:p w14:paraId="3C6CDFA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gatggctgat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caagctatga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cccaaatgta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taaacaggct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agatctgagg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acaagagggc</w:t>
      </w:r>
      <w:proofErr w:type="spellEnd"/>
    </w:p>
    <w:p w14:paraId="37CCDEB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agtgctatgc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tttcactatg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cttagaaagt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tggataatga</w:t>
      </w:r>
      <w:proofErr w:type="spellEnd"/>
    </w:p>
    <w:p w14:paraId="4988CC2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tgcactcaac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aacattatca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acaatgcaag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gttcccttga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acataatacc</w:t>
      </w:r>
      <w:proofErr w:type="spellEnd"/>
    </w:p>
    <w:p w14:paraId="200DAEF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tcttacaaca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gcagccaaac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cataccagac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</w:p>
    <w:p w14:paraId="47FD302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acaacattta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agcattgtgg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gaaatccaac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aggttgtaga</w:t>
      </w:r>
      <w:proofErr w:type="spellEnd"/>
    </w:p>
    <w:p w14:paraId="572D823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tgcagatagt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aaaattgttc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aacttagtga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aattagtatg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gacaattcac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ctaatttagc</w:t>
      </w:r>
      <w:proofErr w:type="spellEnd"/>
    </w:p>
    <w:p w14:paraId="07E952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atggcctctt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attgtaacag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ctttaagggc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gtcaaattac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agaataatga</w:t>
      </w:r>
      <w:proofErr w:type="spellEnd"/>
    </w:p>
    <w:p w14:paraId="1D08D6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gcttagtcct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gttgcactac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gacagatgtc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ttgtgctgcc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ggtactacac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aaactgcttg</w:t>
      </w:r>
      <w:proofErr w:type="spellEnd"/>
    </w:p>
    <w:p w14:paraId="7708B9F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cactgatgac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aatgcgttag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ggaggtaggt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ttgtacttgc</w:t>
      </w:r>
      <w:proofErr w:type="spellEnd"/>
    </w:p>
    <w:p w14:paraId="24D416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actgttatcc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gatttacagg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ggctagattc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cctaagagtg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atggaactgg</w:t>
      </w:r>
      <w:proofErr w:type="spellEnd"/>
    </w:p>
    <w:p w14:paraId="77617CC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tactatctat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acagaactgg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aaccaccttg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taggtttgtt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acagacacac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ctaaaggtcc</w:t>
      </w:r>
      <w:proofErr w:type="spellEnd"/>
    </w:p>
    <w:p w14:paraId="71FDA0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taaagtgaag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tatttatact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ttattaaagg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ctaaatagag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gtatggtact</w:t>
      </w:r>
      <w:proofErr w:type="spellEnd"/>
    </w:p>
    <w:p w14:paraId="2A0850E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tggtagttta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gctgccacag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tacgtctaca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gcaacagaag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tgcctgccaa</w:t>
      </w:r>
      <w:proofErr w:type="spellEnd"/>
    </w:p>
    <w:p w14:paraId="1C137C1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ttcaactgta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ttatctttct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gtgcttttgc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gctaaagctt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acaaagatta</w:t>
      </w:r>
      <w:proofErr w:type="spellEnd"/>
    </w:p>
    <w:p w14:paraId="328D3D1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tctagctagt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gggggacaac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caatcactaa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ttgtgttaag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</w:p>
    <w:p w14:paraId="6F6DDC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tactggtcag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gcaataacag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tcacaccgga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agccaatatg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gatcaagaat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cctttggtgg</w:t>
      </w:r>
      <w:proofErr w:type="spellEnd"/>
    </w:p>
    <w:p w14:paraId="64BA5E1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tgcatcgtgt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tgtctgtact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gccgttgcca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catagatcat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ccaaatccta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aaggattttg</w:t>
      </w:r>
      <w:proofErr w:type="spellEnd"/>
    </w:p>
    <w:p w14:paraId="5CB9200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ggtaagtatg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tacaacttgt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gctaatgacc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ctgtgggttt</w:t>
      </w:r>
      <w:proofErr w:type="spellEnd"/>
    </w:p>
    <w:p w14:paraId="450E8DC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tacacttaaa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aacacagtct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gtaccgtctg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cggtatgtgg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aaaggttatg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gctgtagttg</w:t>
      </w:r>
      <w:proofErr w:type="spellEnd"/>
    </w:p>
    <w:p w14:paraId="5A62C27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tgatcaactc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cgcgaaccca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tgcttcagtc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agctgatgca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caatcgtttt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taaacgggtt</w:t>
      </w:r>
      <w:proofErr w:type="spellEnd"/>
    </w:p>
    <w:p w14:paraId="19CB5CF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tgcggtgtaa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gtgcagcccg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tcttacaccg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tgcggcacag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gcactagtac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tgatgtcgta</w:t>
      </w:r>
      <w:proofErr w:type="spellEnd"/>
    </w:p>
    <w:p w14:paraId="29BB6F9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tacagggctt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caatgataaa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gtagctggtt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cctaaaaact</w:t>
      </w:r>
      <w:proofErr w:type="spellEnd"/>
    </w:p>
    <w:p w14:paraId="16B4BC3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aattgttgtc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gcttccaaga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aaaggacgaa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gatgacaatt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taattgattc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ttactttgta</w:t>
      </w:r>
      <w:proofErr w:type="spellEnd"/>
    </w:p>
    <w:p w14:paraId="2EA6357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gttaagagac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acactttctc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taactaccaa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catgaagaaa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tttacttaag</w:t>
      </w:r>
      <w:proofErr w:type="spellEnd"/>
    </w:p>
    <w:p w14:paraId="395E171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gattgtccag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acatgacttc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tttaagttta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gaatagacgg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tgacatggta</w:t>
      </w:r>
      <w:proofErr w:type="spellEnd"/>
    </w:p>
    <w:p w14:paraId="69A950D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ccacatatat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cacgtcaacg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tcttactaaa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tacacaatgg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cagacctcgt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ctatgcttta</w:t>
      </w:r>
      <w:proofErr w:type="spellEnd"/>
    </w:p>
    <w:p w14:paraId="1F8ED60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aggcattttg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ttgtgacaca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ttaaaagaaa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tacttgtcac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atacaattgt</w:t>
      </w:r>
      <w:proofErr w:type="spellEnd"/>
    </w:p>
    <w:p w14:paraId="45B6359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tgtgatgatg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ttgtagaaaa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cccagatata</w:t>
      </w:r>
      <w:proofErr w:type="spellEnd"/>
    </w:p>
    <w:p w14:paraId="7A32DAA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ttacgcgtat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acgccaactt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aggtgaacgt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gtacgccaag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aacagtacaa</w:t>
      </w:r>
      <w:proofErr w:type="spellEnd"/>
    </w:p>
    <w:p w14:paraId="0BFA97E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ttctgtgatg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ccatgcgaaa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tgctggtatt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gttggtgtac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tgacattaga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taatcaagat</w:t>
      </w:r>
      <w:proofErr w:type="spellEnd"/>
    </w:p>
    <w:p w14:paraId="27A32A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ctcaatggta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actggtatga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tttcggtgat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ttcatacaaa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ccacgccagg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tagtggagtt</w:t>
      </w:r>
      <w:proofErr w:type="spellEnd"/>
    </w:p>
    <w:p w14:paraId="39A439B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cctgttgtag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ttcattgtta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atgcctatat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taaccttgac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cagggcttta</w:t>
      </w:r>
      <w:proofErr w:type="spellEnd"/>
    </w:p>
    <w:p w14:paraId="6C46064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actgcagagt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cacatgttga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cactgactta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acaaagcctt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acattaagtg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ggatttgtta</w:t>
      </w:r>
      <w:proofErr w:type="spellEnd"/>
    </w:p>
    <w:p w14:paraId="556CB1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aaatatgact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tcacggaaga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ctctttgacc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atattgggat</w:t>
      </w:r>
      <w:proofErr w:type="spellEnd"/>
    </w:p>
    <w:p w14:paraId="45DCD3C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cagacatacc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tgttaactgt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gatgcattct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gcattgtgca</w:t>
      </w:r>
      <w:proofErr w:type="spellEnd"/>
    </w:p>
    <w:p w14:paraId="43B5BD2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ttttattctc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tacagtgttc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ccacttacaa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gttttggacc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actagtgaga</w:t>
      </w:r>
      <w:proofErr w:type="spellEnd"/>
    </w:p>
    <w:p w14:paraId="2E267A0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tccatttgta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gtttcaactg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gataccactt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cagagagcta</w:t>
      </w:r>
      <w:proofErr w:type="spellEnd"/>
    </w:p>
    <w:p w14:paraId="152437D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ggtgttgtac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ataatcagga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catagctcta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taaggaatta</w:t>
      </w:r>
      <w:proofErr w:type="spellEnd"/>
    </w:p>
    <w:p w14:paraId="297FBA2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cttgtgtatg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ctgctgaccc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tgctatgcac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gctgcttctg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actagataaa</w:t>
      </w:r>
      <w:proofErr w:type="spellEnd"/>
    </w:p>
    <w:p w14:paraId="2416469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cgcactacgt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gcttttcagt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aactgtcaaa</w:t>
      </w:r>
      <w:proofErr w:type="spellEnd"/>
    </w:p>
    <w:p w14:paraId="059EB41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cccggtaatt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ttaacaaaga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cttctatgac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ctaagggttt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ctttaaggaa</w:t>
      </w:r>
      <w:proofErr w:type="spellEnd"/>
    </w:p>
    <w:p w14:paraId="346FE1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ggaagttctg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ttgaattaaa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acacttcttc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tttgctcagg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tgctatcagc</w:t>
      </w:r>
      <w:proofErr w:type="spellEnd"/>
    </w:p>
    <w:p w14:paraId="431C4B6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actatcgtta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taatctacca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acaatgtgtg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atatcagaca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actactattt</w:t>
      </w:r>
      <w:proofErr w:type="spellEnd"/>
    </w:p>
    <w:p w14:paraId="2F84E8B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gtagttgaag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ttgttgataa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gtactttgat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gtggctgtat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taatgctaac</w:t>
      </w:r>
      <w:proofErr w:type="spellEnd"/>
    </w:p>
    <w:p w14:paraId="18E150F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caagtcatcg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tcaacaacct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gctggttttc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catttaataa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atggggtaag</w:t>
      </w:r>
      <w:proofErr w:type="spellEnd"/>
    </w:p>
    <w:p w14:paraId="16ECA1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gctagacttt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attatgattc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aatgagttat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gaggatcaag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cgcatataca</w:t>
      </w:r>
      <w:proofErr w:type="spellEnd"/>
    </w:p>
    <w:p w14:paraId="0EFB753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aaacgtaatg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tcatccctac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tataactcaa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atgaatctta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agtatgccat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tagtgcaaag</w:t>
      </w:r>
      <w:proofErr w:type="spellEnd"/>
    </w:p>
    <w:p w14:paraId="5FCC01F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aatagagctc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gcaccgtagc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tggtgtctct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atctgtagta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ctatgaccaa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tagacagttt</w:t>
      </w:r>
      <w:proofErr w:type="spellEnd"/>
    </w:p>
    <w:p w14:paraId="3075264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catcaaaaat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tattgaaatc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aatagccgcc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actagaggag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ctactgtagt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aattggaaca</w:t>
      </w:r>
      <w:proofErr w:type="spellEnd"/>
    </w:p>
    <w:p w14:paraId="194AEDD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agcaaattct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atggtggttg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gcacaatatg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tttatagtga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tgtagaaaac</w:t>
      </w:r>
      <w:proofErr w:type="spellEnd"/>
    </w:p>
    <w:p w14:paraId="6A939F8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cctcacctta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tgggttggga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ttatcctaaa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tgtgatagag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ccatgcctaa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catgcttaga</w:t>
      </w:r>
      <w:proofErr w:type="spellEnd"/>
    </w:p>
    <w:p w14:paraId="3C5C0E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attatggcct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tgctcgcaaa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catacaacgt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gttgtagctt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gtcacaccgt</w:t>
      </w:r>
      <w:proofErr w:type="spellEnd"/>
    </w:p>
    <w:p w14:paraId="329F8C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ttctatagat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tagctaatga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gtgtgctcaa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gtattgagtg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aaatggtcat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gtgtggcggt</w:t>
      </w:r>
      <w:proofErr w:type="spellEnd"/>
    </w:p>
    <w:p w14:paraId="2DE79DD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tcactatatg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ttaaaccagg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tggaacctca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tcaggagatg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ccacaactgc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ttatgctaat</w:t>
      </w:r>
      <w:proofErr w:type="spellEnd"/>
    </w:p>
    <w:p w14:paraId="299EC6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agtgttttta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agctgtcacg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gccaatgtta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</w:p>
    <w:p w14:paraId="4B2F197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ggtaacaaaa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ttgccgataa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gtatgtccgc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aatttacaac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acagacttta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tgagtgtctc</w:t>
      </w:r>
      <w:proofErr w:type="spellEnd"/>
    </w:p>
    <w:p w14:paraId="68F0CA3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tatagaaata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gagatgttga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gtgaatgagt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tttacgcata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tttgcgtaaa</w:t>
      </w:r>
      <w:proofErr w:type="spellEnd"/>
    </w:p>
    <w:p w14:paraId="788A6D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catttctcaa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tgatgatact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ctctgacgat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gtttcaatag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cacttatgca</w:t>
      </w:r>
      <w:proofErr w:type="spellEnd"/>
    </w:p>
    <w:p w14:paraId="719BB4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tctcaaggtc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tagtggctag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cataaagaac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tttaagtcag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tcaaaacaat</w:t>
      </w:r>
      <w:proofErr w:type="spellEnd"/>
    </w:p>
    <w:p w14:paraId="7D56D0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ctgaagcaaa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atgttggact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gagactgacc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ttactaaagg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acctcatgaa</w:t>
      </w:r>
      <w:proofErr w:type="spellEnd"/>
    </w:p>
    <w:p w14:paraId="068F7B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ttttgctctc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gctagttaaa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cagggtgatg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ccttccttac</w:t>
      </w:r>
      <w:proofErr w:type="spellEnd"/>
    </w:p>
    <w:p w14:paraId="498569D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ccagatccat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aggggccggc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tgttttgtag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atgatatcgt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aaaaacagat</w:t>
      </w:r>
      <w:proofErr w:type="spellEnd"/>
    </w:p>
    <w:p w14:paraId="1E39F4A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ggtacactta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tgattgaacg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gttcgtgtct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ttagctatag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atgcttaccc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acttactaaa</w:t>
      </w:r>
      <w:proofErr w:type="spellEnd"/>
    </w:p>
    <w:p w14:paraId="306AC6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catcctaatc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aggagtatgc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catttgtact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tacaatacat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aagaaagcta</w:t>
      </w:r>
      <w:proofErr w:type="spellEnd"/>
    </w:p>
    <w:p w14:paraId="0B3C49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catgatgagt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taacaggaca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catgttagac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atgtattctg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ttatgcttac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taatgataac</w:t>
      </w:r>
      <w:proofErr w:type="spellEnd"/>
    </w:p>
    <w:p w14:paraId="22E21AE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acttcaaggt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attgggaacc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tgagttttat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gaggctatgt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acacaccgca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tacagtctta</w:t>
      </w:r>
      <w:proofErr w:type="spellEnd"/>
    </w:p>
    <w:p w14:paraId="572DFEB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gggcttgtgt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tctttgcaat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tcacagactt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cattaagatg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tggtgcttgc</w:t>
      </w:r>
      <w:proofErr w:type="spellEnd"/>
    </w:p>
    <w:p w14:paraId="1A913ED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atacgtagac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cattcttatg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ttgtaaatgc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tgttacgacc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atgtcatatc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aacatcacat</w:t>
      </w:r>
      <w:proofErr w:type="spellEnd"/>
    </w:p>
    <w:p w14:paraId="5124BD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tgtctgttaa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tccgtatgtt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tgcaatgctc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caggttgtga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tgtcacagat</w:t>
      </w:r>
      <w:proofErr w:type="spellEnd"/>
    </w:p>
    <w:p w14:paraId="097A905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gtgactcaac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tttacttagg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aggtatgagc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tattattgta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aatcacataa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accacccatt</w:t>
      </w:r>
      <w:proofErr w:type="spellEnd"/>
    </w:p>
    <w:p w14:paraId="3DFF178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agttttccat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atgtgttggt</w:t>
      </w:r>
      <w:proofErr w:type="spellEnd"/>
    </w:p>
    <w:p w14:paraId="7E36F81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agcgataatg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gcaacatgtg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actggacaaa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tgctggtgat</w:t>
      </w:r>
      <w:proofErr w:type="spellEnd"/>
    </w:p>
    <w:p w14:paraId="1DD8D7A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tacattttag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ctaacacctg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ctcaagcttt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ttgcagcaga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aacgctcaaa</w:t>
      </w:r>
      <w:proofErr w:type="spellEnd"/>
    </w:p>
    <w:p w14:paraId="22D63C8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gctactgagg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agacatttaa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ggtattgcta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ctgtacgtga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agtgctgtct</w:t>
      </w:r>
      <w:proofErr w:type="spellEnd"/>
    </w:p>
    <w:p w14:paraId="0FDD8BA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gacagagaat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tacatctttc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atgggaagtt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ggtaaaccta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gaccaccact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taaccgaaat</w:t>
      </w:r>
      <w:proofErr w:type="spellEnd"/>
    </w:p>
    <w:p w14:paraId="414309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tatgtcttta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ctggttatcg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tacaaatagg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agagtacacc</w:t>
      </w:r>
      <w:proofErr w:type="spellEnd"/>
    </w:p>
    <w:p w14:paraId="43BEA52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gtgactatgg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gtttaccgag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ttacaaatta</w:t>
      </w:r>
      <w:proofErr w:type="spellEnd"/>
    </w:p>
    <w:p w14:paraId="03D22E1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attattttgt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gctgacatca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catacagtaa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tgccattaag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tgcacctaca</w:t>
      </w:r>
      <w:proofErr w:type="spellEnd"/>
    </w:p>
    <w:p w14:paraId="31401F2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ctagtgccac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aagagcacta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tgttagaatt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actggcttat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acccaacact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caatatctca</w:t>
      </w:r>
      <w:proofErr w:type="spellEnd"/>
    </w:p>
    <w:p w14:paraId="03F7BE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gatgagtttt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ctagcaatgt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tgcaaattat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caaaaggttg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gtatgcaaaa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gtattctaca</w:t>
      </w:r>
      <w:proofErr w:type="spellEnd"/>
    </w:p>
    <w:p w14:paraId="52413E5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ctccagggac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cacctggtac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ttggcctagc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tctctactac</w:t>
      </w:r>
      <w:proofErr w:type="spellEnd"/>
    </w:p>
    <w:p w14:paraId="2C00C9B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ccttctgctc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gcatagtgta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tacagcttgc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tctcatgccg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ctgttgatgc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actatgtgag</w:t>
      </w:r>
      <w:proofErr w:type="spellEnd"/>
    </w:p>
    <w:p w14:paraId="35469FC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aaggcattaa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aatatttgcc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tatagataaa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tgtagtagaa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ttatacctgc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acgtgctcgt</w:t>
      </w:r>
      <w:proofErr w:type="spellEnd"/>
    </w:p>
    <w:p w14:paraId="716DA2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gtagagtgtt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caaagtgaat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tcaacattag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aacagtatgt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cttttgtact</w:t>
      </w:r>
      <w:proofErr w:type="spellEnd"/>
    </w:p>
    <w:p w14:paraId="15FF6A8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gtaaatgcat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tgcctgagac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gacagcagat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atagttgtct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ttgatgaaat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ttcaatggcc</w:t>
      </w:r>
      <w:proofErr w:type="spellEnd"/>
    </w:p>
    <w:p w14:paraId="02A6A41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tgtcaatgcc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agattacgtg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ctaagcacta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tgtgtacatt</w:t>
      </w:r>
      <w:proofErr w:type="spellEnd"/>
    </w:p>
    <w:p w14:paraId="4DF117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ggcgaccctg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tgcaccacgc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ctaagggcac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actagaacca</w:t>
      </w:r>
      <w:proofErr w:type="spellEnd"/>
    </w:p>
    <w:p w14:paraId="350CAB1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attcagtgtg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tagacttatg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aaaactatag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gtccagacat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gttcctcgga</w:t>
      </w:r>
      <w:proofErr w:type="spellEnd"/>
    </w:p>
    <w:p w14:paraId="420BF8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acttgtcggc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gttgtcctgc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tgaaattgtt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gtgctttggt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ttatgataat</w:t>
      </w:r>
      <w:proofErr w:type="spellEnd"/>
    </w:p>
    <w:p w14:paraId="6050F4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aagcttaaag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cacataaaga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caatgcttta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aaatgtttta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taagggtgtt</w:t>
      </w:r>
      <w:proofErr w:type="spellEnd"/>
    </w:p>
    <w:p w14:paraId="1CBE983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atcacgcatg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tgcaattaac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aggccacaaa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taggcgtggt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aagagaattc</w:t>
      </w:r>
      <w:proofErr w:type="spellEnd"/>
    </w:p>
    <w:p w14:paraId="56E1ADC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cttacacgta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accctgcttg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gagaaaagct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gtctttattt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ttcacagaat</w:t>
      </w:r>
      <w:proofErr w:type="spellEnd"/>
    </w:p>
    <w:p w14:paraId="2AD374B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gctgtagcct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gggactacca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actcaaactg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acagggctca</w:t>
      </w:r>
      <w:proofErr w:type="spellEnd"/>
    </w:p>
    <w:p w14:paraId="0D30914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gaatatgact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cactcaaacc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actgaaacag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ctcactcttg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taatgtaaac</w:t>
      </w:r>
      <w:proofErr w:type="spellEnd"/>
    </w:p>
    <w:p w14:paraId="1B41341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ttgctattac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cagagcaaaa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gtaggcatac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tttgcataat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gtctgataga</w:t>
      </w:r>
      <w:proofErr w:type="spellEnd"/>
    </w:p>
    <w:p w14:paraId="2F79440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gacctttatg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acaagttgca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atttacaagt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cttgaaattc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cacgtaggaa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tgtggcaact</w:t>
      </w:r>
      <w:proofErr w:type="spellEnd"/>
    </w:p>
    <w:p w14:paraId="5A32C3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aaaatgtaac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gtaaggtaat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cactgggtta</w:t>
      </w:r>
      <w:proofErr w:type="spellEnd"/>
    </w:p>
    <w:p w14:paraId="688DE5A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catcctacac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aggcacctac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acacctcagt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gttgacacta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aattcaaaac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tgaaggttta</w:t>
      </w:r>
      <w:proofErr w:type="spellEnd"/>
    </w:p>
    <w:p w14:paraId="26B076F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tgtgttgacg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tacctggcat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acctaaggac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atgacctata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gaagactcat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ctctatgatg</w:t>
      </w:r>
      <w:proofErr w:type="spellEnd"/>
    </w:p>
    <w:p w14:paraId="5AD08AC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tgaattatca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tgtttatcac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ccgcgaagaa</w:t>
      </w:r>
      <w:proofErr w:type="spellEnd"/>
    </w:p>
    <w:p w14:paraId="0D6955E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gctataagac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atgtacgtgc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atggattggc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ttcgatgtcg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aggggtgtca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tgctactaga</w:t>
      </w:r>
      <w:proofErr w:type="spellEnd"/>
    </w:p>
    <w:p w14:paraId="1D1155B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gtaccaattt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acctttacag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ctacaggtgt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taacctagtt</w:t>
      </w:r>
      <w:proofErr w:type="spellEnd"/>
    </w:p>
    <w:p w14:paraId="3D11017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gctgtaccta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caggttatgt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tgatacacct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aataatacag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atttttccag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agttagtgct</w:t>
      </w:r>
      <w:proofErr w:type="spellEnd"/>
    </w:p>
    <w:p w14:paraId="507181A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aaaccaccgc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ctggagatca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ctcataccac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aggacttcct</w:t>
      </w:r>
      <w:proofErr w:type="spellEnd"/>
    </w:p>
    <w:p w14:paraId="2D88AF1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tggaatgtag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tgcgtataaa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atgttaagtg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aaatctctct</w:t>
      </w:r>
      <w:proofErr w:type="spellEnd"/>
    </w:p>
    <w:p w14:paraId="6FB154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gacagagtcg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tatttgtctt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atgggcacat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ggctttgagt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tgacatctat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gaagtatttt</w:t>
      </w:r>
      <w:proofErr w:type="spellEnd"/>
    </w:p>
    <w:p w14:paraId="0114E1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gtgaaaatag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gacctgagcg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ctatgtgata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gacgtgccac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atgcttttcc</w:t>
      </w:r>
      <w:proofErr w:type="spellEnd"/>
    </w:p>
    <w:p w14:paraId="19198CF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actgcttcag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acacttatgc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ctgttggcat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cattctattg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cgtctataat</w:t>
      </w:r>
      <w:proofErr w:type="spellEnd"/>
    </w:p>
    <w:p w14:paraId="0440815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ccgtttatga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ttgatgttca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acaatggggt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tttacaggta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acctacaaag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caaccatgat</w:t>
      </w:r>
      <w:proofErr w:type="spellEnd"/>
    </w:p>
    <w:p w14:paraId="39AEEE1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ctgtattgtc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aagtccatgg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gtagctagtt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gtgatgcaat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catgactagg</w:t>
      </w:r>
      <w:proofErr w:type="spellEnd"/>
    </w:p>
    <w:p w14:paraId="06F1A84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tccacgagtg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ctttgttaag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cgtgttgact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ggactattga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atatcctata</w:t>
      </w:r>
      <w:proofErr w:type="spellEnd"/>
    </w:p>
    <w:p w14:paraId="7FD0ECB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aactgaagat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taatgcggct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tgtagaaagg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ggttgttaaa</w:t>
      </w:r>
      <w:proofErr w:type="spellEnd"/>
    </w:p>
    <w:p w14:paraId="0D15917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gctgcattat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tagcagacaa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attcccagtt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cttcacgaca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ttggtaaccc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taaagctatt</w:t>
      </w:r>
      <w:proofErr w:type="spellEnd"/>
    </w:p>
    <w:p w14:paraId="0F7AD8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aagtgtgtac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ctcaagctga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aagttctatg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atgcacagcc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ttgtagtgac</w:t>
      </w:r>
      <w:proofErr w:type="spellEnd"/>
    </w:p>
    <w:p w14:paraId="76C8D9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aaagcttata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aaatagaaga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attattctat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tcttatgcca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cacattctga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</w:p>
    <w:p w14:paraId="1257EF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gatggtgtat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gcctattttg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gaattgcaat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gtcgatagat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ttccattgtt</w:t>
      </w:r>
      <w:proofErr w:type="spellEnd"/>
    </w:p>
    <w:p w14:paraId="5294883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gctatctaac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cttaacttgc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ctggttgtga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tggtggcagt</w:t>
      </w:r>
      <w:proofErr w:type="spellEnd"/>
    </w:p>
    <w:p w14:paraId="273A71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ttgtatgtaa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ataaacatgc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attccacaca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ccagcttttg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ataaaagtgc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ttttgttaat</w:t>
      </w:r>
      <w:proofErr w:type="spellEnd"/>
    </w:p>
    <w:p w14:paraId="0810267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taccattttt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ctattactct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gacagtccat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gtgagtctca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tggaaaacaa</w:t>
      </w:r>
      <w:proofErr w:type="spellEnd"/>
    </w:p>
    <w:p w14:paraId="6E9F764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gtagtgtcag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atatagatta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tgtaccacta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aagtctgcta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cgtgtataac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acgttgcaat</w:t>
      </w:r>
      <w:proofErr w:type="spellEnd"/>
    </w:p>
    <w:p w14:paraId="768A12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ttaggtggtg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ctgtctgtag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acatcatgct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aatgagtaca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gattgtatct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cgatgcttat</w:t>
      </w:r>
      <w:proofErr w:type="spellEnd"/>
    </w:p>
    <w:p w14:paraId="29FE6B8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aacatgatga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tctcagctgg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ctttagcttg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tgggtttaca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aacaatttga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tacttataac</w:t>
      </w:r>
      <w:proofErr w:type="spellEnd"/>
    </w:p>
    <w:p w14:paraId="206FE5C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ctctggaaca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cttttacaag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acttcagagt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tggcttttaa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tgttgtaaat</w:t>
      </w:r>
      <w:proofErr w:type="spellEnd"/>
    </w:p>
    <w:p w14:paraId="7FCF8F1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aagggacact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ttgatggaca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acagggtgaa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gtaccagttt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ctatcattaa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taacactgtt</w:t>
      </w:r>
      <w:proofErr w:type="spellEnd"/>
    </w:p>
    <w:p w14:paraId="58B11FE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tacacaaaag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attacctgtt</w:t>
      </w:r>
      <w:proofErr w:type="spellEnd"/>
    </w:p>
    <w:p w14:paraId="1E20A8F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aatgtagcat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ttgagctttg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ggctaagcgc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cagtaccaga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ggtgaaaata</w:t>
      </w:r>
      <w:proofErr w:type="spellEnd"/>
    </w:p>
    <w:p w14:paraId="65FF0EB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tgggtgtgga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cattgctgct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aatactgtga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tctgggacta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caaaagagat</w:t>
      </w:r>
      <w:proofErr w:type="spellEnd"/>
    </w:p>
    <w:p w14:paraId="04E3FCB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gctccagcac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atatatctac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tgttctatga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ctgacatagc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caagaaacca</w:t>
      </w:r>
      <w:proofErr w:type="spellEnd"/>
    </w:p>
    <w:p w14:paraId="3962AC7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actgaaacga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tttgtgcacc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actcactgtc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ttttttgatg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gtagagttga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tggtcaagta</w:t>
      </w:r>
      <w:proofErr w:type="spellEnd"/>
    </w:p>
    <w:p w14:paraId="197FC6C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gacttattta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gaaatgcccg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aaggtagtgt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taaaggttta</w:t>
      </w:r>
      <w:proofErr w:type="spellEnd"/>
    </w:p>
    <w:p w14:paraId="55F9567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caaccatctg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taggtcccaa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acaagctagt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cttaatggag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tcacattaat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tggagaagcc</w:t>
      </w:r>
      <w:proofErr w:type="spellEnd"/>
    </w:p>
    <w:p w14:paraId="597730C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gtaaaaacac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agttcaatta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attacctgaa</w:t>
      </w:r>
      <w:proofErr w:type="spellEnd"/>
    </w:p>
    <w:p w14:paraId="4C98284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acttacttta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ccaggagtca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aatggaaatt</w:t>
      </w:r>
      <w:proofErr w:type="spellEnd"/>
    </w:p>
    <w:p w14:paraId="044EE72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gatttcttag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aattagctat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ggatgaattc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ataaattaga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aggctatgcc</w:t>
      </w:r>
      <w:proofErr w:type="spellEnd"/>
    </w:p>
    <w:p w14:paraId="6207244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ttcgaacata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tcgtttatgg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agattttagt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catagtcagt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taggtggttt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acatctactg</w:t>
      </w:r>
      <w:proofErr w:type="spellEnd"/>
    </w:p>
    <w:p w14:paraId="47069DF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attggactag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ctaaacgttt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taaggaatca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ccttttgaat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tagaagattt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tattcctatg</w:t>
      </w:r>
      <w:proofErr w:type="spellEnd"/>
    </w:p>
    <w:p w14:paraId="63E6EA1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gatgcgcaaa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caggttcatc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taagtgtgtg</w:t>
      </w:r>
      <w:proofErr w:type="spellEnd"/>
    </w:p>
    <w:p w14:paraId="2CAF5AA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tgttctgtta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ttgatttatt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acttgatgat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taataaaatc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ccaagattta</w:t>
      </w:r>
      <w:proofErr w:type="spellEnd"/>
    </w:p>
    <w:p w14:paraId="5E34D05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tctgtagttt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ctaaggttgt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caaagtgact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attgactata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cagaaatttc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atttatgctt</w:t>
      </w:r>
      <w:proofErr w:type="spellEnd"/>
    </w:p>
    <w:p w14:paraId="2B2A85F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atggccatgt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agaaacattt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tacaatctag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tcaagcgtgg</w:t>
      </w:r>
      <w:proofErr w:type="spellEnd"/>
    </w:p>
    <w:p w14:paraId="1962D43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caaccgggtg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ttgctatgcc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taatctttac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gaatgctatt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agaaaagtgt</w:t>
      </w:r>
      <w:proofErr w:type="spellEnd"/>
    </w:p>
    <w:p w14:paraId="7F74EAC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gaccttcaaa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attatggtga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ttacctaaag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gcataatgat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gaatgtcgca</w:t>
      </w:r>
      <w:proofErr w:type="spellEnd"/>
    </w:p>
    <w:p w14:paraId="435F73C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aaatatactc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aactgtgtca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atatttaaac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acattaacat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tagctgtacc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ctataatatg</w:t>
      </w:r>
      <w:proofErr w:type="spellEnd"/>
    </w:p>
    <w:p w14:paraId="3FE8E4C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agagttatac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tggttctgat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aaaggagttg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caccaggtac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agctgtttta</w:t>
      </w:r>
      <w:proofErr w:type="spellEnd"/>
    </w:p>
    <w:p w14:paraId="649D26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agacagtggt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tgcctacggg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tacgctgctt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gtcgattcag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atcttaatga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ctttgtctct</w:t>
      </w:r>
      <w:proofErr w:type="spellEnd"/>
    </w:p>
    <w:p w14:paraId="7BE4244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gatgcagatt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caactttgat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gcaactgtac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atacagctaa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</w:p>
    <w:p w14:paraId="7A51CA0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ctcattatta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gtgatatgta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cgaccctaag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aaatgactct</w:t>
      </w:r>
      <w:proofErr w:type="spellEnd"/>
    </w:p>
    <w:p w14:paraId="2EBF8A5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aaagagggtt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ttttcactta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catttgtggg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tttatacaac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aaaagctagc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tcttggaggt</w:t>
      </w:r>
      <w:proofErr w:type="spellEnd"/>
    </w:p>
    <w:p w14:paraId="052BF15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tccgtggcta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taaagataac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agaacattct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gctcatggga</w:t>
      </w:r>
      <w:proofErr w:type="spellEnd"/>
    </w:p>
    <w:p w14:paraId="01D5A0F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cacttcgcat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ggtggacagc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aatgtgaatg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cgtcatcatc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tgaagcattt</w:t>
      </w:r>
      <w:proofErr w:type="spellEnd"/>
    </w:p>
    <w:p w14:paraId="7B8D1D3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ttaattggat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gtaattatct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tggcaaacca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cgcgaacaaa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tagatggtta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tgtcatgcat</w:t>
      </w:r>
      <w:proofErr w:type="spellEnd"/>
    </w:p>
    <w:p w14:paraId="6FA5A52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gcaaattaca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tattttggag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gaatacaaat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ccaattcagt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tgtcttccta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ttctttattt</w:t>
      </w:r>
      <w:proofErr w:type="spellEnd"/>
    </w:p>
    <w:p w14:paraId="40BD13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gacatgagta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aatttcccct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taaattaagg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ggtactgctg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aaaagaaggt</w:t>
      </w:r>
      <w:proofErr w:type="spellEnd"/>
    </w:p>
    <w:p w14:paraId="309FCD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atatgatttt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atctcttctt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agtaaaggta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gacttataat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tagagaaaac</w:t>
      </w:r>
      <w:proofErr w:type="spellEnd"/>
    </w:p>
    <w:p w14:paraId="7D925CC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aacagagttg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ttatttctag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gttaacaact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aaacgaacaa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</w:p>
    <w:p w14:paraId="72FF200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ttgccactag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tctctagtca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gtgtgttaat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cttacaacca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gaactcaatt</w:t>
      </w:r>
      <w:proofErr w:type="spellEnd"/>
    </w:p>
    <w:p w14:paraId="407C9A9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accccctgca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tacactaatt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ctttcacacg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aagttttcag</w:t>
      </w:r>
      <w:proofErr w:type="spellEnd"/>
    </w:p>
    <w:p w14:paraId="07444C6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atcctcagtt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ctcaggactt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gttcttacct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atgttacttg</w:t>
      </w:r>
      <w:proofErr w:type="spellEnd"/>
    </w:p>
    <w:p w14:paraId="6234F82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atacatgtct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tggtactaag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</w:p>
    <w:p w14:paraId="25216C2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cattgagaag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</w:p>
    <w:p w14:paraId="0E3EE88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</w:p>
    <w:p w14:paraId="1E6BBD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tggaccacaa</w:t>
      </w:r>
      <w:proofErr w:type="spellEnd"/>
    </w:p>
    <w:p w14:paraId="265EB46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agttggatgg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aaagtgagtt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cagagtttat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tctagtgcga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ataattgcac</w:t>
      </w:r>
      <w:proofErr w:type="spellEnd"/>
    </w:p>
    <w:p w14:paraId="1A3C92D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ttttgaatat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gtctctcagc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ggaccttgaa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ggaaaacagg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gtaatttcaa</w:t>
      </w:r>
      <w:proofErr w:type="spellEnd"/>
    </w:p>
    <w:p w14:paraId="20DA026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aaatcttagg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gaatttgtgt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ttaagaatat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tgatggttat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tttaaaatat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attctaagca</w:t>
      </w:r>
      <w:proofErr w:type="spellEnd"/>
    </w:p>
    <w:p w14:paraId="669AB0A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cacgcctatt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atagtgcgtg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agccagaaga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tctccctcag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ggtttttcgg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ctttagaacc</w:t>
      </w:r>
      <w:proofErr w:type="spellEnd"/>
    </w:p>
    <w:p w14:paraId="57791B2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attggtagat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ttgccaatag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gtattaacat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ttgctttaca</w:t>
      </w:r>
      <w:proofErr w:type="spellEnd"/>
    </w:p>
    <w:p w14:paraId="5C14022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tagaagttat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ttgactcctg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gtgattcttc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ttcaggttgg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acagctggtg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ctgcagctta</w:t>
      </w:r>
      <w:proofErr w:type="spellEnd"/>
    </w:p>
    <w:p w14:paraId="06A49C7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ttatgtgggt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tatcttcaac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ctaggacttt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atggaaccat</w:t>
      </w:r>
      <w:proofErr w:type="spellEnd"/>
    </w:p>
    <w:p w14:paraId="74126CF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tacagatgct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gtagactgtg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cacttgaccc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tctctcagaa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acaaagtgta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cgttgaaatc</w:t>
      </w:r>
      <w:proofErr w:type="spellEnd"/>
    </w:p>
    <w:p w14:paraId="01EA6E3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cttcactgta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gaaaaaggaa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tctatcaaac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ttctaacttt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agagtccaac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caacagaatc</w:t>
      </w:r>
      <w:proofErr w:type="spellEnd"/>
    </w:p>
    <w:p w14:paraId="1992CF7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tattgttaga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tttcctaata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gtgccctttt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gatgaagttt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ttaacgccac</w:t>
      </w:r>
      <w:proofErr w:type="spellEnd"/>
    </w:p>
    <w:p w14:paraId="302E6E9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cagatttgca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tctgtttatg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cttggaacag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gaagagaatc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agcaactgtg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</w:p>
    <w:p w14:paraId="005462B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ttctgtccta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tataatctcg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caccattttt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cacttttaag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tgttatggag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tgtctcctac</w:t>
      </w:r>
      <w:proofErr w:type="spellEnd"/>
    </w:p>
    <w:p w14:paraId="405C604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gatctctgct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ctatgcagat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tcatttgtaa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ttagaggtga</w:t>
      </w:r>
      <w:proofErr w:type="spellEnd"/>
    </w:p>
    <w:p w14:paraId="32E71E9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tgaagtcaga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caaatcgctc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cagggcaaac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tggaaatatt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attataaatt</w:t>
      </w:r>
      <w:proofErr w:type="spellEnd"/>
    </w:p>
    <w:p w14:paraId="678CC2E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accagatgat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tttacaggct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gcgttatagc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aacaagcttg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attctaaggt</w:t>
      </w:r>
      <w:proofErr w:type="spellEnd"/>
    </w:p>
    <w:p w14:paraId="1E1DAEB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tagtggtaat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tataattacc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tgtatagatt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gtttaggaag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tctaatctca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aaccttttga</w:t>
      </w:r>
      <w:proofErr w:type="spellEnd"/>
    </w:p>
    <w:p w14:paraId="73C3C4E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gagagatatt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tctatcaggc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cggtaacaaa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ccttgtaatg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gtgttgcagg</w:t>
      </w:r>
      <w:proofErr w:type="spellEnd"/>
    </w:p>
    <w:p w14:paraId="3865640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tactttcctt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tacgatcata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tagtttccga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cccacttatg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gtgttggtca</w:t>
      </w:r>
      <w:proofErr w:type="spellEnd"/>
    </w:p>
    <w:p w14:paraId="24BC1F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ccaaccatac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agagtagtag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tactttcttt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tgaacttcta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catgcaccag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caactgtttg</w:t>
      </w:r>
      <w:proofErr w:type="spellEnd"/>
    </w:p>
    <w:p w14:paraId="6000889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tggacctaaa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aagtctacta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atttggttaa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gtcaatttca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acttcaatgg</w:t>
      </w:r>
      <w:proofErr w:type="spellEnd"/>
    </w:p>
    <w:p w14:paraId="0F84282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tttaaaaggc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acaggtgttc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ttactgagtc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tttctgcctt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tccaacaatt</w:t>
      </w:r>
      <w:proofErr w:type="spellEnd"/>
    </w:p>
    <w:p w14:paraId="5C041A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tggcagagac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attgctgaca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ctactgatgc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tgtccgtgat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ccacagacac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ttgagattct</w:t>
      </w:r>
      <w:proofErr w:type="spellEnd"/>
    </w:p>
    <w:p w14:paraId="247400E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tgacattaca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ccatgttctt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ttggtggtgt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cagtgttata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acaccaggaa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caaatacttc</w:t>
      </w:r>
      <w:proofErr w:type="spellEnd"/>
    </w:p>
    <w:p w14:paraId="1152A03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taaccaggtt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gctgttcttt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atcagggtgt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taactgcaca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gaagtccctg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ttgctattca</w:t>
      </w:r>
      <w:proofErr w:type="spellEnd"/>
    </w:p>
    <w:p w14:paraId="29D8333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tgcagatcaa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cttactccta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cttggcgtgt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ttattctaca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ggttctaatg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tttttcaaac</w:t>
      </w:r>
      <w:proofErr w:type="spellEnd"/>
    </w:p>
    <w:p w14:paraId="6631C6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acgtgcaggc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tgtttaatag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gggctgaata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tgtcaacaac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tcatatgagt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gtgacatacc</w:t>
      </w:r>
      <w:proofErr w:type="spellEnd"/>
    </w:p>
    <w:p w14:paraId="1EA2CB0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cattggtgca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ggtatatgcg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ctagttatca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gactcagact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aagtctcatc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ggcgggcacg</w:t>
      </w:r>
      <w:proofErr w:type="spellEnd"/>
    </w:p>
    <w:p w14:paraId="6653C1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tagtgtagct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agtcaatcca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tcattgccta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cactatgtca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cttggtgcag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aaaattcagt</w:t>
      </w:r>
      <w:proofErr w:type="spellEnd"/>
    </w:p>
    <w:p w14:paraId="363261C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tgcttactct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aataactcta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ttgccatacc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cacaaatttt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actattagtg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ttaccacaga</w:t>
      </w:r>
      <w:proofErr w:type="spellEnd"/>
    </w:p>
    <w:p w14:paraId="45DDDDD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aattctacca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gtgtctatga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ccaagacatc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agtagattgt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acaatgtaca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tttgtggtga</w:t>
      </w:r>
      <w:proofErr w:type="spellEnd"/>
    </w:p>
    <w:p w14:paraId="6B9382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tgcagcaatc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atatggcagt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ttttgtacac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aattaaaacg</w:t>
      </w:r>
      <w:proofErr w:type="spellEnd"/>
    </w:p>
    <w:p w14:paraId="15043D1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tgctttaact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ggaatagctg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ttgaacaaga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caaaaacacc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caagaagttt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ttgcacaagt</w:t>
      </w:r>
      <w:proofErr w:type="spellEnd"/>
    </w:p>
    <w:p w14:paraId="5EA80AC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caaacaaatt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tacaaaacac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caccaattaa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atattttggt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tttcacaaat</w:t>
      </w:r>
      <w:proofErr w:type="spellEnd"/>
    </w:p>
    <w:p w14:paraId="6FB308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attaccagat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ccatcaaaac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caagcaagag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gtcatttatt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gaagatctac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ttttcaacaa</w:t>
      </w:r>
      <w:proofErr w:type="spellEnd"/>
    </w:p>
    <w:p w14:paraId="42591E6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agtgacactt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gcttcatcaa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gattgccttg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gtgatattgc</w:t>
      </w:r>
      <w:proofErr w:type="spellEnd"/>
    </w:p>
    <w:p w14:paraId="6FEFB5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tgctagagac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ctcatttgtg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taaaggcctt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actgttttgc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cacctttgct</w:t>
      </w:r>
      <w:proofErr w:type="spellEnd"/>
    </w:p>
    <w:p w14:paraId="5A1B5A6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cacagatgaa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atgattgctc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aatacacttc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gcgggtacaa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tcacttctgg</w:t>
      </w:r>
      <w:proofErr w:type="spellEnd"/>
    </w:p>
    <w:p w14:paraId="6668770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ttggaccttt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ggtgcaggtg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ctgcattaca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aataccattt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gctatgcaaa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tggcttatag</w:t>
      </w:r>
      <w:proofErr w:type="spellEnd"/>
    </w:p>
    <w:p w14:paraId="50AB8F0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gtttaatggt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attggagtta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cacagaatgt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tctctatgag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aaccaaaaat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tgattgccaa</w:t>
      </w:r>
      <w:proofErr w:type="spellEnd"/>
    </w:p>
    <w:p w14:paraId="6099E1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ccaatttaat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agtgctattg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gcaaaattca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agactcactt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tcttccacag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caagtgcact</w:t>
      </w:r>
      <w:proofErr w:type="spellEnd"/>
    </w:p>
    <w:p w14:paraId="0A5C42D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tggaaaactt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caagatgtgg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tcaaccataa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tgcacaagct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ttaaacacgc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ttgttaaaca</w:t>
      </w:r>
      <w:proofErr w:type="spellEnd"/>
    </w:p>
    <w:p w14:paraId="107DCB2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acttagctcc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caatttcaag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gatatctttt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cacgtcttga</w:t>
      </w:r>
      <w:proofErr w:type="spellEnd"/>
    </w:p>
    <w:p w14:paraId="44E7CA8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caaagttgag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gctgaagtgc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aaattgatag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gttgatcaca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ggcagacttc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aaagtttgca</w:t>
      </w:r>
      <w:proofErr w:type="spellEnd"/>
    </w:p>
    <w:p w14:paraId="0B5230D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gacatatgtg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actcaacaat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taattagagc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tgcagaaatc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agagcttctg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ctaatcttgc</w:t>
      </w:r>
      <w:proofErr w:type="spellEnd"/>
    </w:p>
    <w:p w14:paraId="6B290C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tgctactaaa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atgtcagagt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gtgtacttgg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agagttgatt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tttgtggaaa</w:t>
      </w:r>
      <w:proofErr w:type="spellEnd"/>
    </w:p>
    <w:p w14:paraId="20DC62F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gggctatcat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cttatgtcct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tccctcagtc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agcacctcat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ggtgtagtct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tcttgcatgt</w:t>
      </w:r>
      <w:proofErr w:type="spellEnd"/>
    </w:p>
    <w:p w14:paraId="41CCB55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gacttatgtc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cctgcacaag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cctgccattt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gtcatgatgg</w:t>
      </w:r>
      <w:proofErr w:type="spellEnd"/>
    </w:p>
    <w:p w14:paraId="65563CE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aaaagcacac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tttcctcgtg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aaggtgtctt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tgtttcaaat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ggcacacact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ggtttgtaac</w:t>
      </w:r>
      <w:proofErr w:type="spellEnd"/>
    </w:p>
    <w:p w14:paraId="386C13E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acaaaggaat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ttttatgaac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tactacagac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aacacatttg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</w:p>
    <w:p w14:paraId="254493E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ctgtgatgtt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cacagtttat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gatcctttgc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aacctgaatt</w:t>
      </w:r>
      <w:proofErr w:type="spellEnd"/>
    </w:p>
    <w:p w14:paraId="52EA0E7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agattcattc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aaggaggagt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tagataaata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ttttaagaat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catacatcac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cagatgttga</w:t>
      </w:r>
      <w:proofErr w:type="spellEnd"/>
    </w:p>
    <w:p w14:paraId="783971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tttaggtgac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atctctggca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attcaaaaag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aaattgaccg</w:t>
      </w:r>
      <w:proofErr w:type="spellEnd"/>
    </w:p>
    <w:p w14:paraId="4ECAC52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cctcaatgag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gttgccaaga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atttaaatga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atctctcatc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gatctccaag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aacttggaaa</w:t>
      </w:r>
      <w:proofErr w:type="spellEnd"/>
    </w:p>
    <w:p w14:paraId="53FA31C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gtatgagcag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tatataaaat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ggccatggta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catttggcta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ggttttatag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ctggcttgat</w:t>
      </w:r>
      <w:proofErr w:type="spellEnd"/>
    </w:p>
    <w:p w14:paraId="4054532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tgccatagta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atggtgacaa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ctgtatgacc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gttgtctcaa</w:t>
      </w:r>
      <w:proofErr w:type="spellEnd"/>
    </w:p>
    <w:p w14:paraId="7E06809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gggctgttgt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tcttgtggat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cctgctgcaa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atttgatgaa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gacgactctg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agccagtgct</w:t>
      </w:r>
      <w:proofErr w:type="spellEnd"/>
    </w:p>
    <w:p w14:paraId="5A800C0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caaaggagtc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aaattacatt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acacataaac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gaacttatgg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atttgtttat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gagaatcttc</w:t>
      </w:r>
      <w:proofErr w:type="spellEnd"/>
    </w:p>
    <w:p w14:paraId="7D59529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acaattggaa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ctgtaacttt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gaagcaaggt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gaaatcaagg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atgctactcc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ttcagatttt</w:t>
      </w:r>
      <w:proofErr w:type="spellEnd"/>
    </w:p>
    <w:p w14:paraId="66C3191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gttcgcgcta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ctgcaacgat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accgatacaa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gcctcactcc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ctttcggatg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gcttattgtt</w:t>
      </w:r>
      <w:proofErr w:type="spellEnd"/>
    </w:p>
    <w:p w14:paraId="65A763D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ggcgttgcac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ttcttgctgt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ttttcagagc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gcttccaaaa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tcataactct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caaaaagaga</w:t>
      </w:r>
      <w:proofErr w:type="spellEnd"/>
    </w:p>
    <w:p w14:paraId="61AE4E6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tggcaactag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cactctccaa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gggtgttcac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tttgtttgca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acttgctgtt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gttgtttgta</w:t>
      </w:r>
      <w:proofErr w:type="spellEnd"/>
    </w:p>
    <w:p w14:paraId="7702A5B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acagtttact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cacacctttt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gctcgttgct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gctggccttg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aagccccttt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tttctatctt</w:t>
      </w:r>
      <w:proofErr w:type="spellEnd"/>
    </w:p>
    <w:p w14:paraId="3B9BAD8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tatgctttag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tctacttctt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gcagagtata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aactttgtaa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gaataataat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gaggctttgg</w:t>
      </w:r>
      <w:proofErr w:type="spellEnd"/>
    </w:p>
    <w:p w14:paraId="5E5CE44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ctttgctgga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aatgccgttc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caaaaaccca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ttactttatg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atgccaacta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ttttctttgc</w:t>
      </w:r>
      <w:proofErr w:type="spellEnd"/>
    </w:p>
    <w:p w14:paraId="2CAED95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tggcatacta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attgttacga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ctattgtata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ccttacaata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gtgtaacttc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ttcaattgtc</w:t>
      </w:r>
      <w:proofErr w:type="spellEnd"/>
    </w:p>
    <w:p w14:paraId="4AD43B5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attacttcag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gtgatggcac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aacaagtcct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atttctgaac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atgactacca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gattggtggt</w:t>
      </w:r>
      <w:proofErr w:type="spellEnd"/>
    </w:p>
    <w:p w14:paraId="4AF457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tatactgaaa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aatgggaatc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tggagtaaaa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gactgtgttg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tattacacag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ttacttcact</w:t>
      </w:r>
      <w:proofErr w:type="spellEnd"/>
    </w:p>
    <w:p w14:paraId="1ABCC2F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accagctgta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ctcaactcaa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ttgagtacag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acactggtgt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tgaacatgtt</w:t>
      </w:r>
      <w:proofErr w:type="spellEnd"/>
    </w:p>
    <w:p w14:paraId="5690B33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accttcttca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tctacaataa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aattgttgat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gagcctgaag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aacatgtcca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aattcacaca</w:t>
      </w:r>
      <w:proofErr w:type="spellEnd"/>
    </w:p>
    <w:p w14:paraId="0837CF8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atcgacggtt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catccggagt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tgttaatcca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gtaatggaac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caatttatga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tgaaccgacg</w:t>
      </w:r>
      <w:proofErr w:type="spellEnd"/>
    </w:p>
    <w:p w14:paraId="6021F8C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acgactacta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gcgtgccttt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gtaagcacaa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gctgatgagt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gtactcattc</w:t>
      </w:r>
      <w:proofErr w:type="spellEnd"/>
    </w:p>
    <w:p w14:paraId="1252297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gtttcggaag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agataggtac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gttaatagtt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aatagcgtac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ttctttttct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tgctttcgtg</w:t>
      </w:r>
      <w:proofErr w:type="spellEnd"/>
    </w:p>
    <w:p w14:paraId="750C6F2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gtattcttgc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tagttacact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agccatcctt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actgcgcttc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gattgtgtgc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gtactgctgc</w:t>
      </w:r>
      <w:proofErr w:type="spellEnd"/>
    </w:p>
    <w:p w14:paraId="7911E1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aatattgtta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acgtgagtct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tgtaaaacct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tctttttacg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tttactctcg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tgttaaaaat</w:t>
      </w:r>
      <w:proofErr w:type="spellEnd"/>
    </w:p>
    <w:p w14:paraId="3E0E327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ctgaattctt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ctagagttcc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tgatcttctg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gtctaaacga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actaaatatt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atattagttt</w:t>
      </w:r>
      <w:proofErr w:type="spellEnd"/>
    </w:p>
    <w:p w14:paraId="41B367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ttctgtttgg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ttagccatgg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caggttccaa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cggtactatt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accgttgaag</w:t>
      </w:r>
      <w:proofErr w:type="spellEnd"/>
    </w:p>
    <w:p w14:paraId="1A8E23C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agcttaaaaa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gctccttgaa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gaatggaacc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tagtaatagg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tttcctattc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cttacatgga</w:t>
      </w:r>
      <w:proofErr w:type="spellEnd"/>
    </w:p>
    <w:p w14:paraId="59FE5A7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tttgtcttct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tatgccaaca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ggaataggtt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tttgtatata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attaagttaa</w:t>
      </w:r>
      <w:proofErr w:type="spellEnd"/>
    </w:p>
    <w:p w14:paraId="0DE229C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ttttcctctg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gctgttatgg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ccagtaactt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taacttgttt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tgtgcttgct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gctgtttaca</w:t>
      </w:r>
      <w:proofErr w:type="spellEnd"/>
    </w:p>
    <w:p w14:paraId="386A86B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gatcaccggt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ggaattgcta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tcgcaatggc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ttgtcttgta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ggcttgatgt</w:t>
      </w:r>
      <w:proofErr w:type="spellEnd"/>
    </w:p>
    <w:p w14:paraId="69C02F17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ggctcagcta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cttcattgct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tctttcagac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tgtttgcgcg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tacgcgttcc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atgtggtcat</w:t>
      </w:r>
      <w:proofErr w:type="spellEnd"/>
    </w:p>
    <w:p w14:paraId="0CDB802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tcaatccaga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aactaacatt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cttctcaacg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tgccactcca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tggcactatt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ctgaccagac</w:t>
      </w:r>
      <w:proofErr w:type="spellEnd"/>
    </w:p>
    <w:p w14:paraId="5BD099E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cgcttctaga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aagtgaactc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gtaatcggag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ctgtgatcct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tcgtggacat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cttcgtattg</w:t>
      </w:r>
      <w:proofErr w:type="spellEnd"/>
    </w:p>
    <w:p w14:paraId="6CAE350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ctggacacca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tctaggacgc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tgtgacatca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aggacctgcc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taaagaaatc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actgttgcta</w:t>
      </w:r>
      <w:proofErr w:type="spellEnd"/>
    </w:p>
    <w:p w14:paraId="723500C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catcacgaac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gctttcttat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tacaaattgg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gagcttcgca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gcgtgtagca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ggtgactcag</w:t>
      </w:r>
      <w:proofErr w:type="spellEnd"/>
    </w:p>
    <w:p w14:paraId="766C4EE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gttttgctgc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atacagtcgc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tacaggattg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gcaactataa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attaaacaca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gaccattcca</w:t>
      </w:r>
      <w:proofErr w:type="spellEnd"/>
    </w:p>
    <w:p w14:paraId="341ACD3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gtagcagtga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caatattgct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ttgcttgtac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agtaagtgac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aacagatgtt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tcatctcgtt</w:t>
      </w:r>
      <w:proofErr w:type="spellEnd"/>
    </w:p>
    <w:p w14:paraId="033F180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gactttcagg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ttactatagc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agagatatta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ctaattatta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tgcggacttt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taaagtttcc</w:t>
      </w:r>
      <w:proofErr w:type="spellEnd"/>
    </w:p>
    <w:p w14:paraId="2689EA7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atttggaatc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ttgattacat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cataaacctc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ataattaaaa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atttatctaa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gtcactaact</w:t>
      </w:r>
      <w:proofErr w:type="spellEnd"/>
    </w:p>
    <w:p w14:paraId="13F3840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gagaataaat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attctcaatt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agatgaagag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caaccaatgg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</w:p>
    <w:p w14:paraId="001C2FD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aaaattattc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ttttcttggc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actgataaca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ctcgctactt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gtgagcttta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tcactaccaa</w:t>
      </w:r>
      <w:proofErr w:type="spellEnd"/>
    </w:p>
    <w:p w14:paraId="546459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gagtgtgtta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gaggtacaac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agtactttta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aaagaacctt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gctcttctgg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aacatacgag</w:t>
      </w:r>
      <w:proofErr w:type="spellEnd"/>
    </w:p>
    <w:p w14:paraId="28CEEEA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ggcaattcac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catttcatcc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tctagctgat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aacaaatttg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cactgacttg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ctttagcact</w:t>
      </w:r>
      <w:proofErr w:type="spellEnd"/>
    </w:p>
    <w:p w14:paraId="25A71068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caatttgctt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ttgcttgtcc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tgacggcgta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aaacacgtct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atcagttacg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tgccagatca</w:t>
      </w:r>
      <w:proofErr w:type="spellEnd"/>
    </w:p>
    <w:p w14:paraId="152D2A0B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gtttcaccta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aactgttcat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cagacaagag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gaagttcaag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aactttactc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tccaattttt</w:t>
      </w:r>
      <w:proofErr w:type="spellEnd"/>
    </w:p>
    <w:p w14:paraId="00B2ADA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cttattgttg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cggcaatagt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ctttgcttca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cactcaaaag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aaagacagaa</w:t>
      </w:r>
      <w:proofErr w:type="spellEnd"/>
    </w:p>
    <w:p w14:paraId="61BDC33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tgattgaact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ttcattaatt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gacttctatt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tgtgcttttt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agcctttctg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ttattccttg</w:t>
      </w:r>
      <w:proofErr w:type="spellEnd"/>
    </w:p>
    <w:p w14:paraId="47F6774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ttttaattat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gcttattatc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ttttggttct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cacttgaact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gcaagatcat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aatgaaactt</w:t>
      </w:r>
      <w:proofErr w:type="spellEnd"/>
    </w:p>
    <w:p w14:paraId="554BF9B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gtcacgccta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aacgaacatg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aaatttcttg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ttttcttagg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aatcatcaca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actgtagctg</w:t>
      </w:r>
      <w:proofErr w:type="spellEnd"/>
    </w:p>
    <w:p w14:paraId="5EB7265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catttcacca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agaatgtagt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ttacagtcat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gtactcaaca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tcaaccatat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gtagttgatg</w:t>
      </w:r>
      <w:proofErr w:type="spellEnd"/>
    </w:p>
    <w:p w14:paraId="33478B9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acccgtgtcc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tattcacttc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tattctaaat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ggtatattag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agtaggagct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agaaaatcag</w:t>
      </w:r>
      <w:proofErr w:type="spellEnd"/>
    </w:p>
    <w:p w14:paraId="5AC1DB9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cacctttaat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tgaattgtgc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gtggatgagg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ctggttctaa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atcacccatt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cagtacatcg</w:t>
      </w:r>
      <w:proofErr w:type="spellEnd"/>
    </w:p>
    <w:p w14:paraId="5A13211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atatcggtaa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ttatacagtt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tcctgtttac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cttttacaat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taattgccag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gaacctaaat</w:t>
      </w:r>
      <w:proofErr w:type="spellEnd"/>
    </w:p>
    <w:p w14:paraId="2AE9C11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tgggtagtct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tgtagtgcgt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tgttcgttct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atgaagactt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tttagagtat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catgacgttc</w:t>
      </w:r>
      <w:proofErr w:type="spellEnd"/>
    </w:p>
    <w:p w14:paraId="64A105E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gtgttgtttt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agatttcatc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tctgataatg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taccccaaaa</w:t>
      </w:r>
      <w:proofErr w:type="spellEnd"/>
    </w:p>
    <w:p w14:paraId="106CC03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tcagcgaaat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gcactccgca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ttacgtttgg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tggaccctca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gcagtaacca</w:t>
      </w:r>
      <w:proofErr w:type="spellEnd"/>
    </w:p>
    <w:p w14:paraId="3715FE0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gaatggnnnn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nnnngtgggg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cgcgatcaaa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acaacgtcgg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ccccaaggtt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tacccaataa</w:t>
      </w:r>
      <w:proofErr w:type="spellEnd"/>
    </w:p>
    <w:p w14:paraId="61BE3CE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tactgcgtct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tggttcaccg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ctctcactca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acatggcaag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gaagacctta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aattccctcg</w:t>
      </w:r>
      <w:proofErr w:type="spellEnd"/>
    </w:p>
    <w:p w14:paraId="5A339A9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aggacaaggc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gttccaatta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acaccaatag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cagtccagat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gaccaaattg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gctactaccg</w:t>
      </w:r>
      <w:proofErr w:type="spellEnd"/>
    </w:p>
    <w:p w14:paraId="08BEC543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aagagctacc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agacgaattc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gtggtggtga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cggtaaaatg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aaagatctca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gtccaagatg</w:t>
      </w:r>
      <w:proofErr w:type="spellEnd"/>
    </w:p>
    <w:p w14:paraId="19A2617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gtatttctac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tacctaggaa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ctgggccaga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agctggactt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ccctatggtg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ctaacaaaga</w:t>
      </w:r>
      <w:proofErr w:type="spellEnd"/>
    </w:p>
    <w:p w14:paraId="0582396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cggcatcata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tgggttgcaa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ctgagggagc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cttgaataca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ccaaaagatc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acattggcac</w:t>
      </w:r>
      <w:proofErr w:type="spellEnd"/>
    </w:p>
    <w:p w14:paraId="6FE0BAB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ccgcaatcct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gctaacaatg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ctgcaatcgt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gctacaactt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cctcaaggaa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caacattgcc</w:t>
      </w:r>
      <w:proofErr w:type="spellEnd"/>
    </w:p>
    <w:p w14:paraId="1B69102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aaaaggcttc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tacgcagaag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ggagcagagg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cggcagtcaa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gcctcttctc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gttcctcatc</w:t>
      </w:r>
      <w:proofErr w:type="spellEnd"/>
    </w:p>
    <w:p w14:paraId="289E394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acgtagtcgc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aacagttcaa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gaaattcaac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tccaggcagc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agtaaacgaa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cttctcctgc</w:t>
      </w:r>
      <w:proofErr w:type="spellEnd"/>
    </w:p>
    <w:p w14:paraId="59085C11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tagaatggct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ggcaatggcg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gtgatgctgc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tcttgctttg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ctgctgcttg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acagattgaa</w:t>
      </w:r>
      <w:proofErr w:type="spellEnd"/>
    </w:p>
    <w:p w14:paraId="30C0DB02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ccagcttgag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agcaaaatgt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ctggtaaagg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ccaacaacaa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caaggccaaa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ctgtcactaa</w:t>
      </w:r>
      <w:proofErr w:type="spellEnd"/>
    </w:p>
    <w:p w14:paraId="719EA59A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gaaatctgct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gctgaggctt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ctaagaagcc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tcggcaaaaa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cgtactgcca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ctaaagcata</w:t>
      </w:r>
      <w:proofErr w:type="spellEnd"/>
    </w:p>
    <w:p w14:paraId="6E4408E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caatgtaaca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caagctttcg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gcagacgtgg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tccagaacaa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acccaaggaa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attttgggga</w:t>
      </w:r>
      <w:proofErr w:type="spellEnd"/>
    </w:p>
    <w:p w14:paraId="43160E1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ccaggaacta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atcagacaag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gaactgatta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caaacattgg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ccgcaaattg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cacaatttgc</w:t>
      </w:r>
      <w:proofErr w:type="spellEnd"/>
    </w:p>
    <w:p w14:paraId="4027343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ccccagcgct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tcagcgttct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tcggaatgtc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gcgcattggc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atggaagtca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caccttcggg</w:t>
      </w:r>
      <w:proofErr w:type="spellEnd"/>
    </w:p>
    <w:p w14:paraId="3B09F93E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aacgtggttg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acctacacag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gtgccatcaa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attggatgac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aaaggtccaa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atttcaaaga</w:t>
      </w:r>
      <w:proofErr w:type="spellEnd"/>
    </w:p>
    <w:p w14:paraId="08AB974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tcaagtcatt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ttgctgaata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agcatattga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cgcatacaaa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acattcccac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caacagagcc</w:t>
      </w:r>
      <w:proofErr w:type="spellEnd"/>
    </w:p>
    <w:p w14:paraId="39D6DA1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aaaaagaaga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aggctgatga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aactcaagcc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ttaccgcaga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gacagaagaa</w:t>
      </w:r>
      <w:proofErr w:type="spellEnd"/>
    </w:p>
    <w:p w14:paraId="02790AF5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acagcaaact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gtgactcttc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ttcctgctgc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agatttggat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gatttctcca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aacaattgca</w:t>
      </w:r>
      <w:proofErr w:type="spellEnd"/>
    </w:p>
    <w:p w14:paraId="78A61CB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acaatccatg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agcagtgctg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actcaactca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ggcctaaact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catgcagacc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acacaaggca</w:t>
      </w:r>
      <w:proofErr w:type="spellEnd"/>
    </w:p>
    <w:p w14:paraId="17A9604C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gatgggctat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ataaacgttt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tcgcttttcc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gtttacgata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tatagtctac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tcttgtgcag</w:t>
      </w:r>
      <w:proofErr w:type="spellEnd"/>
    </w:p>
    <w:p w14:paraId="57E001B9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aatgaattct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cgtaactaca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tagcacaagt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agatgtagtt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aactttaatc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tcacatagca</w:t>
      </w:r>
      <w:proofErr w:type="spellEnd"/>
    </w:p>
    <w:p w14:paraId="47AF064D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atctttaatc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agtgtgtaac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attagggagg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acttgaaaga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gccaccacat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tttcaccgag</w:t>
      </w:r>
      <w:proofErr w:type="spellEnd"/>
    </w:p>
    <w:p w14:paraId="209187A0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gccacgcgga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gtacgatcga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gtgtacagtg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aacaatgcta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gggagagctg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cctatatgga</w:t>
      </w:r>
      <w:proofErr w:type="spellEnd"/>
    </w:p>
    <w:p w14:paraId="0A0CBBD4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agagccctaa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tgtgtaaaat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taattttagt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agtgctatcc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ccatgtgatt</w:t>
      </w:r>
      <w:proofErr w:type="spellEnd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ttaatagctt</w:t>
      </w:r>
      <w:proofErr w:type="spellEnd"/>
    </w:p>
    <w:p w14:paraId="258E580F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</w:t>
      </w:r>
      <w:proofErr w:type="spellStart"/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cttag</w:t>
      </w:r>
      <w:proofErr w:type="spellEnd"/>
    </w:p>
    <w:p w14:paraId="60D4F916" w14:textId="77777777" w:rsidR="00DB2953" w:rsidRPr="00DB2953" w:rsidRDefault="00DB2953" w:rsidP="00DB29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B295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60ACA1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95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B2953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6D3CA"/>
  <w15:chartTrackingRefBased/>
  <w15:docId w15:val="{1CC52EBB-89D5-094C-B186-075F91D4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9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8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0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97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10756</Words>
  <Characters>61313</Characters>
  <Application>Microsoft Office Word</Application>
  <DocSecurity>0</DocSecurity>
  <Lines>510</Lines>
  <Paragraphs>143</Paragraphs>
  <ScaleCrop>false</ScaleCrop>
  <Company/>
  <LinksUpToDate>false</LinksUpToDate>
  <CharactersWithSpaces>71926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2023-02-01T10:17:00Z</dcterms:created>
  <dcterms:modified xsi:type="dcterms:W3CDTF">2023-02-01T10:19:00Z</dcterms:modified>
</cp:coreProperties>
</file>